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1F8A92"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0A7F636E" w14:textId="77777777" w:rsidTr="00146EEC">
        <w:tc>
          <w:tcPr>
            <w:tcW w:w="2689" w:type="dxa"/>
          </w:tcPr>
          <w:p w14:paraId="3D13C0DB" w14:textId="77777777" w:rsidR="00F1480E" w:rsidRPr="005404CB" w:rsidRDefault="00830267" w:rsidP="005404CB">
            <w:pPr>
              <w:pStyle w:val="SIText-Bold"/>
            </w:pPr>
            <w:r w:rsidRPr="00A326C2">
              <w:t>Release</w:t>
            </w:r>
          </w:p>
        </w:tc>
        <w:tc>
          <w:tcPr>
            <w:tcW w:w="6939" w:type="dxa"/>
          </w:tcPr>
          <w:p w14:paraId="39DA65C7" w14:textId="77777777" w:rsidR="00F1480E" w:rsidRPr="005404CB" w:rsidRDefault="00830267" w:rsidP="005404CB">
            <w:pPr>
              <w:pStyle w:val="SIText-Bold"/>
            </w:pPr>
            <w:r w:rsidRPr="00A326C2">
              <w:t>Comments</w:t>
            </w:r>
          </w:p>
        </w:tc>
      </w:tr>
      <w:tr w:rsidR="00F1480E" w14:paraId="7B7CEE4B" w14:textId="77777777" w:rsidTr="00146EEC">
        <w:tc>
          <w:tcPr>
            <w:tcW w:w="2689" w:type="dxa"/>
          </w:tcPr>
          <w:p w14:paraId="54162829" w14:textId="7D7BFC31" w:rsidR="00F1480E" w:rsidRPr="005404CB" w:rsidRDefault="00F1480E" w:rsidP="005404CB">
            <w:pPr>
              <w:pStyle w:val="SIText"/>
            </w:pPr>
            <w:r w:rsidRPr="00CC451E">
              <w:t>Release</w:t>
            </w:r>
            <w:r w:rsidR="00337E82" w:rsidRPr="005404CB">
              <w:t xml:space="preserve"> 1</w:t>
            </w:r>
          </w:p>
        </w:tc>
        <w:tc>
          <w:tcPr>
            <w:tcW w:w="6939" w:type="dxa"/>
          </w:tcPr>
          <w:p w14:paraId="710F8562" w14:textId="63400F5B" w:rsidR="00F1480E" w:rsidRPr="005404CB" w:rsidRDefault="00E6103F" w:rsidP="007D5B10">
            <w:pPr>
              <w:pStyle w:val="SIText"/>
            </w:pPr>
            <w:r w:rsidRPr="00E6103F">
              <w:t xml:space="preserve">This version released with AMP Australian Meat Processing Training Package Version </w:t>
            </w:r>
            <w:r w:rsidR="00700CFF">
              <w:t>8</w:t>
            </w:r>
            <w:r w:rsidRPr="00E6103F">
              <w:t>.0.</w:t>
            </w:r>
          </w:p>
        </w:tc>
      </w:tr>
    </w:tbl>
    <w:p w14:paraId="02CEB075"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168B8DA2" w14:textId="77777777" w:rsidTr="00CA2922">
        <w:trPr>
          <w:tblHeader/>
        </w:trPr>
        <w:tc>
          <w:tcPr>
            <w:tcW w:w="1396" w:type="pct"/>
            <w:shd w:val="clear" w:color="auto" w:fill="auto"/>
          </w:tcPr>
          <w:p w14:paraId="4E5419B2" w14:textId="35845546" w:rsidR="00F1480E" w:rsidRPr="00AB157C" w:rsidRDefault="007D5B10" w:rsidP="00636932">
            <w:pPr>
              <w:pStyle w:val="SIUNITCODE"/>
              <w:rPr>
                <w:rStyle w:val="SITemporaryText-green"/>
                <w:color w:val="auto"/>
              </w:rPr>
            </w:pPr>
            <w:r w:rsidRPr="00AB157C">
              <w:rPr>
                <w:rStyle w:val="SITemporaryText-green"/>
                <w:color w:val="auto"/>
              </w:rPr>
              <w:t>AMPMGT8</w:t>
            </w:r>
            <w:r w:rsidR="0089117E" w:rsidRPr="00AB157C">
              <w:rPr>
                <w:rStyle w:val="SITemporaryText-green"/>
                <w:color w:val="auto"/>
              </w:rPr>
              <w:t>X</w:t>
            </w:r>
            <w:r w:rsidR="00B47B6D" w:rsidRPr="00AB157C">
              <w:rPr>
                <w:rStyle w:val="SITemporaryText-green"/>
                <w:color w:val="auto"/>
              </w:rPr>
              <w:t>11</w:t>
            </w:r>
          </w:p>
        </w:tc>
        <w:tc>
          <w:tcPr>
            <w:tcW w:w="3604" w:type="pct"/>
            <w:shd w:val="clear" w:color="auto" w:fill="auto"/>
          </w:tcPr>
          <w:p w14:paraId="0B6AAD6B" w14:textId="59248D19" w:rsidR="00F1480E" w:rsidRPr="005404CB" w:rsidRDefault="007D5B10" w:rsidP="005404CB">
            <w:pPr>
              <w:pStyle w:val="SIUnittitle"/>
            </w:pPr>
            <w:r w:rsidRPr="007D5B10">
              <w:t>Develop and manage international business operations</w:t>
            </w:r>
          </w:p>
        </w:tc>
      </w:tr>
      <w:tr w:rsidR="00F1480E" w:rsidRPr="00963A46" w14:paraId="3D75C78B" w14:textId="77777777" w:rsidTr="00CA2922">
        <w:tc>
          <w:tcPr>
            <w:tcW w:w="1396" w:type="pct"/>
            <w:shd w:val="clear" w:color="auto" w:fill="auto"/>
          </w:tcPr>
          <w:p w14:paraId="02C53654" w14:textId="77777777" w:rsidR="00F1480E" w:rsidRPr="005404CB" w:rsidRDefault="00FD557D" w:rsidP="005404CB">
            <w:pPr>
              <w:pStyle w:val="SIHeading2"/>
            </w:pPr>
            <w:r w:rsidRPr="00FD557D">
              <w:t>Application</w:t>
            </w:r>
          </w:p>
          <w:p w14:paraId="62C1EA03" w14:textId="77777777" w:rsidR="00FD557D" w:rsidRPr="00923720" w:rsidRDefault="00FD557D" w:rsidP="005404CB">
            <w:pPr>
              <w:pStyle w:val="SIHeading2"/>
            </w:pPr>
          </w:p>
        </w:tc>
        <w:tc>
          <w:tcPr>
            <w:tcW w:w="3604" w:type="pct"/>
            <w:shd w:val="clear" w:color="auto" w:fill="auto"/>
          </w:tcPr>
          <w:p w14:paraId="78CD3F2B" w14:textId="16BC6137" w:rsidR="00111ED0" w:rsidRDefault="00111ED0" w:rsidP="00111ED0">
            <w:pPr>
              <w:pStyle w:val="SIText"/>
            </w:pPr>
            <w:r w:rsidRPr="00111ED0">
              <w:t>This unit describes the skills and knowledge required to operate businesses in increasingly international contexts. The unit brings together many functional aspects of business and operationalises them in an international business context.</w:t>
            </w:r>
            <w:r w:rsidR="006F2A37" w:rsidRPr="00111ED0">
              <w:t xml:space="preserve"> </w:t>
            </w:r>
          </w:p>
          <w:p w14:paraId="576BB533" w14:textId="77777777" w:rsidR="00111ED0" w:rsidRPr="00111ED0" w:rsidRDefault="00111ED0" w:rsidP="00111ED0">
            <w:pPr>
              <w:pStyle w:val="SIText"/>
            </w:pPr>
          </w:p>
          <w:p w14:paraId="74FD59FE" w14:textId="588CE60F" w:rsidR="00111ED0" w:rsidRDefault="00111ED0" w:rsidP="00111ED0">
            <w:pPr>
              <w:pStyle w:val="SIText"/>
            </w:pPr>
            <w:r w:rsidRPr="00111ED0">
              <w:t xml:space="preserve">This unit applies to leaders or managers who perform or oversee the international business functions of an </w:t>
            </w:r>
            <w:r w:rsidR="00AB157C">
              <w:t>workplace</w:t>
            </w:r>
            <w:r w:rsidRPr="00111ED0">
              <w:t>.</w:t>
            </w:r>
            <w:r w:rsidR="006F2A37" w:rsidRPr="00111ED0">
              <w:t xml:space="preserve"> Business leaders and managers must understand and respond to the international context businesses operate within and factors affecting business activity.</w:t>
            </w:r>
          </w:p>
          <w:p w14:paraId="2ED791CE" w14:textId="77777777" w:rsidR="00111ED0" w:rsidRPr="00111ED0" w:rsidRDefault="00111ED0" w:rsidP="00111ED0">
            <w:pPr>
              <w:pStyle w:val="SIText"/>
            </w:pPr>
          </w:p>
          <w:p w14:paraId="36724B67" w14:textId="553F81F7" w:rsidR="00111ED0" w:rsidRDefault="00111ED0" w:rsidP="00111ED0">
            <w:pPr>
              <w:pStyle w:val="SIText"/>
            </w:pPr>
            <w:r w:rsidRPr="00111ED0">
              <w:t xml:space="preserve">The unit relates to small to medium-sized </w:t>
            </w:r>
            <w:r w:rsidR="00AB157C">
              <w:t>workplace</w:t>
            </w:r>
            <w:r w:rsidRPr="00111ED0">
              <w:t xml:space="preserve">s and business units within large </w:t>
            </w:r>
            <w:r w:rsidR="00AB157C">
              <w:t>workplace</w:t>
            </w:r>
            <w:r w:rsidRPr="00111ED0">
              <w:t>s.</w:t>
            </w:r>
          </w:p>
          <w:p w14:paraId="0EC78867" w14:textId="77777777" w:rsidR="006F2A37" w:rsidRDefault="006F2A37" w:rsidP="00111ED0">
            <w:pPr>
              <w:pStyle w:val="SIText"/>
            </w:pPr>
          </w:p>
          <w:p w14:paraId="5983E676" w14:textId="6272C505" w:rsidR="006F2A37" w:rsidRPr="006F2A37" w:rsidRDefault="006F2A37" w:rsidP="006F2A37">
            <w:pPr>
              <w:pStyle w:val="SIText"/>
            </w:pPr>
            <w:r w:rsidRPr="00D57984">
              <w:t>All work must be carried out to comply with workplace procedures, in accordance with state/territory health and safety</w:t>
            </w:r>
            <w:r w:rsidRPr="006F2A37">
              <w:t xml:space="preserve"> regulations, legislation and standards that apply to the workplace.</w:t>
            </w:r>
          </w:p>
          <w:p w14:paraId="342D3547" w14:textId="77777777" w:rsidR="006F2A37" w:rsidRDefault="006F2A37" w:rsidP="006F2A37">
            <w:pPr>
              <w:pStyle w:val="SIText"/>
            </w:pPr>
          </w:p>
          <w:p w14:paraId="077C0FC6" w14:textId="08BFEFB1" w:rsidR="00373436" w:rsidRPr="000754EC" w:rsidRDefault="006F2A37" w:rsidP="00111ED0">
            <w:pPr>
              <w:pStyle w:val="SIText"/>
            </w:pPr>
            <w:r w:rsidRPr="00D57984">
              <w:t>No licensing, legislative or certification requirements apply to this unit at the time of publication.</w:t>
            </w:r>
          </w:p>
        </w:tc>
      </w:tr>
      <w:tr w:rsidR="00F1480E" w:rsidRPr="00963A46" w14:paraId="035A2A3C" w14:textId="77777777" w:rsidTr="00CA2922">
        <w:tc>
          <w:tcPr>
            <w:tcW w:w="1396" w:type="pct"/>
            <w:shd w:val="clear" w:color="auto" w:fill="auto"/>
          </w:tcPr>
          <w:p w14:paraId="6A74E434" w14:textId="77777777" w:rsidR="00F1480E" w:rsidRPr="005404CB" w:rsidRDefault="00FD557D" w:rsidP="005404CB">
            <w:pPr>
              <w:pStyle w:val="SIHeading2"/>
            </w:pPr>
            <w:r w:rsidRPr="00923720">
              <w:t>Prerequisite Unit</w:t>
            </w:r>
          </w:p>
        </w:tc>
        <w:tc>
          <w:tcPr>
            <w:tcW w:w="3604" w:type="pct"/>
            <w:shd w:val="clear" w:color="auto" w:fill="auto"/>
          </w:tcPr>
          <w:p w14:paraId="21638E63" w14:textId="7D368FD6" w:rsidR="00F1480E" w:rsidRPr="005404CB" w:rsidRDefault="00F1480E" w:rsidP="005404CB">
            <w:pPr>
              <w:pStyle w:val="SIText"/>
            </w:pPr>
            <w:r w:rsidRPr="008908DE">
              <w:t>Ni</w:t>
            </w:r>
            <w:r w:rsidR="007A300D" w:rsidRPr="005404CB">
              <w:t>l</w:t>
            </w:r>
          </w:p>
        </w:tc>
      </w:tr>
      <w:tr w:rsidR="00F1480E" w:rsidRPr="00963A46" w14:paraId="60903E01" w14:textId="77777777" w:rsidTr="00CA2922">
        <w:tc>
          <w:tcPr>
            <w:tcW w:w="1396" w:type="pct"/>
            <w:shd w:val="clear" w:color="auto" w:fill="auto"/>
          </w:tcPr>
          <w:p w14:paraId="3512F11A" w14:textId="77777777" w:rsidR="00F1480E" w:rsidRPr="005404CB" w:rsidRDefault="00FD557D" w:rsidP="005404CB">
            <w:pPr>
              <w:pStyle w:val="SIHeading2"/>
            </w:pPr>
            <w:r w:rsidRPr="00923720">
              <w:t>Unit Sector</w:t>
            </w:r>
          </w:p>
        </w:tc>
        <w:tc>
          <w:tcPr>
            <w:tcW w:w="3604" w:type="pct"/>
            <w:shd w:val="clear" w:color="auto" w:fill="auto"/>
          </w:tcPr>
          <w:p w14:paraId="32B839DA" w14:textId="37D26116" w:rsidR="00F1480E" w:rsidRPr="005404CB" w:rsidRDefault="00700CFF" w:rsidP="005404CB">
            <w:pPr>
              <w:pStyle w:val="SIText"/>
            </w:pPr>
            <w:r>
              <w:t>Management</w:t>
            </w:r>
            <w:r w:rsidRPr="00700CFF">
              <w:t xml:space="preserve"> (MGT)</w:t>
            </w:r>
          </w:p>
        </w:tc>
      </w:tr>
    </w:tbl>
    <w:p w14:paraId="18A79617"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7A59E5AD" w14:textId="77777777" w:rsidTr="00CA2922">
        <w:trPr>
          <w:cantSplit/>
          <w:tblHeader/>
        </w:trPr>
        <w:tc>
          <w:tcPr>
            <w:tcW w:w="1396" w:type="pct"/>
            <w:tcBorders>
              <w:bottom w:val="single" w:sz="4" w:space="0" w:color="C0C0C0"/>
            </w:tcBorders>
            <w:shd w:val="clear" w:color="auto" w:fill="auto"/>
          </w:tcPr>
          <w:p w14:paraId="7035AF25" w14:textId="77777777" w:rsidR="00F1480E" w:rsidRPr="005404CB" w:rsidRDefault="00FD557D" w:rsidP="005404CB">
            <w:pPr>
              <w:pStyle w:val="SIHeading2"/>
            </w:pPr>
            <w:r w:rsidRPr="00923720">
              <w:t>E</w:t>
            </w:r>
            <w:r w:rsidRPr="005404CB">
              <w:t>lements</w:t>
            </w:r>
          </w:p>
        </w:tc>
        <w:tc>
          <w:tcPr>
            <w:tcW w:w="3604" w:type="pct"/>
            <w:tcBorders>
              <w:bottom w:val="single" w:sz="4" w:space="0" w:color="C0C0C0"/>
            </w:tcBorders>
            <w:shd w:val="clear" w:color="auto" w:fill="auto"/>
          </w:tcPr>
          <w:p w14:paraId="568D0086" w14:textId="77777777" w:rsidR="00F1480E" w:rsidRPr="005404CB" w:rsidRDefault="00FD557D" w:rsidP="005404CB">
            <w:pPr>
              <w:pStyle w:val="SIHeading2"/>
            </w:pPr>
            <w:r w:rsidRPr="00923720">
              <w:t>Performance Criteria</w:t>
            </w:r>
          </w:p>
        </w:tc>
      </w:tr>
      <w:tr w:rsidR="00F1480E" w:rsidRPr="00963A46" w14:paraId="4AB8D445" w14:textId="77777777" w:rsidTr="00CA2922">
        <w:trPr>
          <w:cantSplit/>
          <w:tblHeader/>
        </w:trPr>
        <w:tc>
          <w:tcPr>
            <w:tcW w:w="1396" w:type="pct"/>
            <w:tcBorders>
              <w:top w:val="single" w:sz="4" w:space="0" w:color="C0C0C0"/>
            </w:tcBorders>
            <w:shd w:val="clear" w:color="auto" w:fill="auto"/>
          </w:tcPr>
          <w:p w14:paraId="65CD053F" w14:textId="77777777" w:rsidR="00F1480E" w:rsidRPr="005404CB" w:rsidRDefault="00F1480E" w:rsidP="005404CB">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054F3535" w14:textId="77777777" w:rsidR="00F1480E" w:rsidRPr="005404CB" w:rsidRDefault="00F1480E" w:rsidP="005404CB">
            <w:pPr>
              <w:pStyle w:val="SIText"/>
              <w:rPr>
                <w:rStyle w:val="SIText-Italic"/>
              </w:rPr>
            </w:pPr>
            <w:r w:rsidRPr="008908DE">
              <w:rPr>
                <w:rStyle w:val="SIText-Italic"/>
              </w:rPr>
              <w:t xml:space="preserve">Performance criteria describe the performance needed to </w:t>
            </w:r>
            <w:r w:rsidRPr="005404CB">
              <w:rPr>
                <w:rStyle w:val="SIText-Italic"/>
              </w:rPr>
              <w:t>demonstrate achievement of the element.</w:t>
            </w:r>
          </w:p>
        </w:tc>
      </w:tr>
      <w:tr w:rsidR="00313495" w:rsidRPr="00963A46" w14:paraId="093B57AB" w14:textId="77777777" w:rsidTr="00CA2922">
        <w:trPr>
          <w:cantSplit/>
        </w:trPr>
        <w:tc>
          <w:tcPr>
            <w:tcW w:w="1396" w:type="pct"/>
            <w:shd w:val="clear" w:color="auto" w:fill="auto"/>
          </w:tcPr>
          <w:p w14:paraId="2FB446BD" w14:textId="098B9384" w:rsidR="00313495" w:rsidRPr="00313495" w:rsidRDefault="00313495" w:rsidP="00313495">
            <w:pPr>
              <w:pStyle w:val="SIText"/>
            </w:pPr>
            <w:r w:rsidRPr="00313495">
              <w:t>1. Identify and analyse impacts of international factors on the business operation and functions</w:t>
            </w:r>
          </w:p>
        </w:tc>
        <w:tc>
          <w:tcPr>
            <w:tcW w:w="3604" w:type="pct"/>
            <w:shd w:val="clear" w:color="auto" w:fill="auto"/>
          </w:tcPr>
          <w:p w14:paraId="4AA6D611" w14:textId="77777777" w:rsidR="00313495" w:rsidRPr="00313495" w:rsidRDefault="00313495" w:rsidP="00313495">
            <w:pPr>
              <w:pStyle w:val="SIText"/>
            </w:pPr>
            <w:r w:rsidRPr="00313495">
              <w:t>1.1 Confirm core activities, customer base, business values and current business direction</w:t>
            </w:r>
          </w:p>
          <w:p w14:paraId="7D6F1CF8" w14:textId="77777777" w:rsidR="00313495" w:rsidRPr="00313495" w:rsidRDefault="00313495" w:rsidP="00313495">
            <w:pPr>
              <w:pStyle w:val="SIText"/>
            </w:pPr>
            <w:r w:rsidRPr="00313495">
              <w:t>1.2 Review performance data from all areas of the business to identify strengths, weaknesses and critical success factors relevant to international business activity</w:t>
            </w:r>
          </w:p>
          <w:p w14:paraId="2AB74B49" w14:textId="77777777" w:rsidR="00313495" w:rsidRPr="00313495" w:rsidRDefault="00313495" w:rsidP="00313495">
            <w:pPr>
              <w:pStyle w:val="SIText"/>
            </w:pPr>
            <w:r w:rsidRPr="00313495">
              <w:t>1.3 Identify and analyse trends and developments trends for their potential impact on international business activity</w:t>
            </w:r>
          </w:p>
          <w:p w14:paraId="0ACD8386" w14:textId="54CFE64B" w:rsidR="00313495" w:rsidRPr="00313495" w:rsidRDefault="00313495" w:rsidP="00313495">
            <w:pPr>
              <w:pStyle w:val="SIText"/>
            </w:pPr>
            <w:r w:rsidRPr="00313495">
              <w:t>1.4 Gather and analyse comparative international market information as a basis for reviewing business performance</w:t>
            </w:r>
          </w:p>
        </w:tc>
      </w:tr>
      <w:tr w:rsidR="00313495" w:rsidRPr="00963A46" w14:paraId="10724A78" w14:textId="77777777" w:rsidTr="00CA2922">
        <w:trPr>
          <w:cantSplit/>
        </w:trPr>
        <w:tc>
          <w:tcPr>
            <w:tcW w:w="1396" w:type="pct"/>
            <w:shd w:val="clear" w:color="auto" w:fill="auto"/>
          </w:tcPr>
          <w:p w14:paraId="449EE023" w14:textId="32FF3D47" w:rsidR="00313495" w:rsidRPr="00313495" w:rsidRDefault="00313495" w:rsidP="00313495">
            <w:pPr>
              <w:pStyle w:val="SIText"/>
            </w:pPr>
            <w:r w:rsidRPr="00313495">
              <w:t>2. Investigate international business opportunities in the areas of investment, trade, finance and workforce development</w:t>
            </w:r>
          </w:p>
        </w:tc>
        <w:tc>
          <w:tcPr>
            <w:tcW w:w="3604" w:type="pct"/>
            <w:shd w:val="clear" w:color="auto" w:fill="auto"/>
          </w:tcPr>
          <w:p w14:paraId="6D663E1D" w14:textId="77777777" w:rsidR="00313495" w:rsidRPr="00313495" w:rsidRDefault="00313495" w:rsidP="00313495">
            <w:pPr>
              <w:pStyle w:val="SIText"/>
            </w:pPr>
            <w:r w:rsidRPr="00313495">
              <w:t>2.1 Gather and document market intelligence from available sources</w:t>
            </w:r>
          </w:p>
          <w:p w14:paraId="0669DEF7" w14:textId="77777777" w:rsidR="00313495" w:rsidRPr="00313495" w:rsidRDefault="00313495" w:rsidP="00313495">
            <w:pPr>
              <w:pStyle w:val="SIText"/>
            </w:pPr>
            <w:r w:rsidRPr="00313495">
              <w:t>2.2 Assess current capabilities to identify areas for improvement or exploitation within international markets</w:t>
            </w:r>
          </w:p>
          <w:p w14:paraId="269B6A19" w14:textId="77777777" w:rsidR="00313495" w:rsidRPr="00313495" w:rsidRDefault="00313495" w:rsidP="00313495">
            <w:pPr>
              <w:pStyle w:val="SIText"/>
            </w:pPr>
            <w:r w:rsidRPr="00313495">
              <w:t>2.3 Analyse international market performance of existing and potential competitors and their products or services to identify potential opportunities or threats</w:t>
            </w:r>
          </w:p>
          <w:p w14:paraId="3341F5AF" w14:textId="77777777" w:rsidR="00313495" w:rsidRPr="00313495" w:rsidRDefault="00313495" w:rsidP="00313495">
            <w:pPr>
              <w:pStyle w:val="SIText"/>
            </w:pPr>
            <w:r w:rsidRPr="00313495">
              <w:t>2.4 Identify and analyse legal, ethical and environmental constraints of the international market for their effect on international business activity</w:t>
            </w:r>
          </w:p>
          <w:p w14:paraId="047B01AF" w14:textId="77777777" w:rsidR="00313495" w:rsidRPr="00313495" w:rsidRDefault="00313495" w:rsidP="00313495">
            <w:pPr>
              <w:pStyle w:val="SIText"/>
            </w:pPr>
            <w:r w:rsidRPr="00313495">
              <w:t>2.5 Identify current and emerging needs in international markets that link positively to the business's strengths or capabilities</w:t>
            </w:r>
          </w:p>
          <w:p w14:paraId="2F41F575" w14:textId="7DFC5882" w:rsidR="00313495" w:rsidRPr="00313495" w:rsidRDefault="00313495" w:rsidP="00313495">
            <w:pPr>
              <w:pStyle w:val="SIText"/>
            </w:pPr>
            <w:r w:rsidRPr="00313495">
              <w:t>2.6 Identify business needs in terms of changes required to address international market opportunities</w:t>
            </w:r>
          </w:p>
        </w:tc>
      </w:tr>
      <w:tr w:rsidR="00313495" w:rsidRPr="00963A46" w14:paraId="1167C88A" w14:textId="77777777" w:rsidTr="00CA2922">
        <w:trPr>
          <w:cantSplit/>
        </w:trPr>
        <w:tc>
          <w:tcPr>
            <w:tcW w:w="1396" w:type="pct"/>
            <w:shd w:val="clear" w:color="auto" w:fill="auto"/>
          </w:tcPr>
          <w:p w14:paraId="0B9FA395" w14:textId="275F1F0E" w:rsidR="00313495" w:rsidRPr="00313495" w:rsidRDefault="00313495" w:rsidP="00313495">
            <w:pPr>
              <w:pStyle w:val="SIText"/>
            </w:pPr>
            <w:r w:rsidRPr="00313495">
              <w:lastRenderedPageBreak/>
              <w:t>3. Operate international business activities</w:t>
            </w:r>
          </w:p>
        </w:tc>
        <w:tc>
          <w:tcPr>
            <w:tcW w:w="3604" w:type="pct"/>
            <w:shd w:val="clear" w:color="auto" w:fill="auto"/>
          </w:tcPr>
          <w:p w14:paraId="6AC0C66A" w14:textId="77777777" w:rsidR="00313495" w:rsidRPr="00313495" w:rsidRDefault="00313495" w:rsidP="00313495">
            <w:pPr>
              <w:pStyle w:val="SIText"/>
            </w:pPr>
            <w:r w:rsidRPr="00313495">
              <w:t>3.1 Identify available international business positioning strategies and choose a strategy to meet marketing requirements</w:t>
            </w:r>
          </w:p>
          <w:p w14:paraId="0088D031" w14:textId="77777777" w:rsidR="00313495" w:rsidRPr="00313495" w:rsidRDefault="00313495" w:rsidP="00313495">
            <w:pPr>
              <w:pStyle w:val="SIText"/>
            </w:pPr>
            <w:r w:rsidRPr="00313495">
              <w:t>3.2 Develop a positioning implementation plan in accordance with organisational requirements</w:t>
            </w:r>
          </w:p>
          <w:p w14:paraId="1BA788B2" w14:textId="77777777" w:rsidR="00313495" w:rsidRPr="00313495" w:rsidRDefault="00313495" w:rsidP="00313495">
            <w:pPr>
              <w:pStyle w:val="SIText"/>
            </w:pPr>
            <w:r w:rsidRPr="00313495">
              <w:t>3.3 Identify international business options and develop strategies for products, pricing, sourcing, logistics, promotion and distribution</w:t>
            </w:r>
          </w:p>
          <w:p w14:paraId="0533E48B" w14:textId="77777777" w:rsidR="00313495" w:rsidRPr="00313495" w:rsidRDefault="00313495" w:rsidP="00313495">
            <w:pPr>
              <w:pStyle w:val="SIText"/>
            </w:pPr>
            <w:r w:rsidRPr="00313495">
              <w:t>3.4 Identify options and proposed strategies for international business payments, investment capital and accounting and taxation issues</w:t>
            </w:r>
          </w:p>
          <w:p w14:paraId="32D3593D" w14:textId="77777777" w:rsidR="00313495" w:rsidRPr="00313495" w:rsidRDefault="00313495" w:rsidP="00313495">
            <w:pPr>
              <w:pStyle w:val="SIText"/>
            </w:pPr>
            <w:r w:rsidRPr="00313495">
              <w:t>3.5 Identify relevant international financial compliance requirements and regulations</w:t>
            </w:r>
          </w:p>
          <w:p w14:paraId="711345D9" w14:textId="77777777" w:rsidR="00313495" w:rsidRPr="00313495" w:rsidRDefault="00313495" w:rsidP="00313495">
            <w:pPr>
              <w:pStyle w:val="SIText"/>
            </w:pPr>
            <w:r w:rsidRPr="00313495">
              <w:t>3.6 Identify and prepare documentation requirements for export</w:t>
            </w:r>
          </w:p>
          <w:p w14:paraId="0B6B7F5F" w14:textId="77777777" w:rsidR="00313495" w:rsidRPr="00313495" w:rsidRDefault="00313495" w:rsidP="00313495">
            <w:pPr>
              <w:pStyle w:val="SIText"/>
            </w:pPr>
            <w:r w:rsidRPr="00313495">
              <w:t>3.7 Identify investment, trade, financial, taxation and workforce risks in the international business operation and develop contingency strategies</w:t>
            </w:r>
          </w:p>
          <w:p w14:paraId="52188309" w14:textId="3602202D" w:rsidR="00313495" w:rsidRPr="00313495" w:rsidRDefault="00313495" w:rsidP="00313495">
            <w:pPr>
              <w:pStyle w:val="SIText"/>
            </w:pPr>
            <w:r w:rsidRPr="00313495">
              <w:t>3.8 Develop or amend operational plans to address international business activity in accordance with organisational requirements</w:t>
            </w:r>
          </w:p>
        </w:tc>
      </w:tr>
    </w:tbl>
    <w:p w14:paraId="5585088F" w14:textId="77777777" w:rsidR="005F771F" w:rsidRDefault="005F771F" w:rsidP="005F771F">
      <w:pPr>
        <w:pStyle w:val="SIText"/>
      </w:pPr>
    </w:p>
    <w:p w14:paraId="62EB79E3"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594B2BC7" w14:textId="77777777" w:rsidTr="00CA2922">
        <w:trPr>
          <w:tblHeader/>
        </w:trPr>
        <w:tc>
          <w:tcPr>
            <w:tcW w:w="5000" w:type="pct"/>
            <w:gridSpan w:val="2"/>
          </w:tcPr>
          <w:p w14:paraId="7EAFE8E1" w14:textId="77777777" w:rsidR="00F1480E" w:rsidRPr="005404CB" w:rsidRDefault="00FD557D" w:rsidP="005404CB">
            <w:pPr>
              <w:pStyle w:val="SIHeading2"/>
            </w:pPr>
            <w:r w:rsidRPr="00041E59">
              <w:t>F</w:t>
            </w:r>
            <w:r w:rsidRPr="005404CB">
              <w:t>oundation Skills</w:t>
            </w:r>
          </w:p>
          <w:p w14:paraId="3D8603C3" w14:textId="77777777" w:rsidR="00F1480E" w:rsidRPr="005404CB" w:rsidRDefault="00F1480E" w:rsidP="005404CB">
            <w:pPr>
              <w:rPr>
                <w:rStyle w:val="SIText-Italic"/>
                <w:rFonts w:eastAsiaTheme="majorEastAsia"/>
              </w:rPr>
            </w:pPr>
            <w:r w:rsidRPr="005404CB">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2BF7C1AD" w14:textId="77777777" w:rsidTr="00CA2922">
        <w:trPr>
          <w:tblHeader/>
        </w:trPr>
        <w:tc>
          <w:tcPr>
            <w:tcW w:w="1396" w:type="pct"/>
          </w:tcPr>
          <w:p w14:paraId="33DB4643" w14:textId="77777777" w:rsidR="00F1480E" w:rsidRPr="005404CB" w:rsidDel="00423CB2" w:rsidRDefault="00F1480E" w:rsidP="005404CB">
            <w:pPr>
              <w:pStyle w:val="SIText-Bold"/>
              <w:rPr>
                <w:rFonts w:eastAsiaTheme="majorEastAsia"/>
              </w:rPr>
            </w:pPr>
            <w:r w:rsidRPr="005404CB">
              <w:rPr>
                <w:rFonts w:eastAsiaTheme="majorEastAsia"/>
              </w:rPr>
              <w:t>Skill</w:t>
            </w:r>
          </w:p>
        </w:tc>
        <w:tc>
          <w:tcPr>
            <w:tcW w:w="3604" w:type="pct"/>
          </w:tcPr>
          <w:p w14:paraId="7E23516D" w14:textId="77777777" w:rsidR="00F1480E" w:rsidRPr="005404CB" w:rsidDel="00423CB2" w:rsidRDefault="00F1480E" w:rsidP="005404CB">
            <w:pPr>
              <w:pStyle w:val="SIText-Bold"/>
              <w:rPr>
                <w:rFonts w:eastAsiaTheme="majorEastAsia"/>
              </w:rPr>
            </w:pPr>
            <w:r w:rsidRPr="005404CB">
              <w:rPr>
                <w:rFonts w:eastAsiaTheme="majorEastAsia"/>
              </w:rPr>
              <w:t>Description</w:t>
            </w:r>
          </w:p>
        </w:tc>
      </w:tr>
      <w:tr w:rsidR="00700CFF" w:rsidRPr="00336FCA" w:rsidDel="00423CB2" w14:paraId="08A3D226" w14:textId="77777777" w:rsidTr="00CA2922">
        <w:trPr>
          <w:tblHeader/>
        </w:trPr>
        <w:tc>
          <w:tcPr>
            <w:tcW w:w="1396" w:type="pct"/>
          </w:tcPr>
          <w:p w14:paraId="5F8CFD0E" w14:textId="1974C96F" w:rsidR="00700CFF" w:rsidRPr="005404CB" w:rsidRDefault="00B76A26" w:rsidP="0089117E">
            <w:pPr>
              <w:pStyle w:val="SIText"/>
              <w:rPr>
                <w:rFonts w:eastAsiaTheme="majorEastAsia"/>
              </w:rPr>
            </w:pPr>
            <w:r>
              <w:rPr>
                <w:rFonts w:eastAsiaTheme="majorEastAsia"/>
              </w:rPr>
              <w:t>Reading</w:t>
            </w:r>
          </w:p>
        </w:tc>
        <w:tc>
          <w:tcPr>
            <w:tcW w:w="3604" w:type="pct"/>
          </w:tcPr>
          <w:p w14:paraId="45E71B7E" w14:textId="77777777" w:rsidR="00700CFF" w:rsidRDefault="00B76A26" w:rsidP="0089117E">
            <w:pPr>
              <w:pStyle w:val="SIBulletList1"/>
              <w:rPr>
                <w:rFonts w:eastAsiaTheme="majorEastAsia"/>
              </w:rPr>
            </w:pPr>
            <w:r>
              <w:rPr>
                <w:rFonts w:eastAsiaTheme="majorEastAsia"/>
              </w:rPr>
              <w:t>Access and interpret legislation, regulations, codes of practice and standards for operating in an international context</w:t>
            </w:r>
          </w:p>
          <w:p w14:paraId="3ED4E6B7" w14:textId="199C9BA6" w:rsidR="00B76A26" w:rsidRPr="005404CB" w:rsidRDefault="00B76A26" w:rsidP="0089117E">
            <w:pPr>
              <w:pStyle w:val="SIBulletList1"/>
              <w:rPr>
                <w:rFonts w:eastAsiaTheme="majorEastAsia"/>
              </w:rPr>
            </w:pPr>
            <w:r>
              <w:rPr>
                <w:rFonts w:eastAsiaTheme="majorEastAsia"/>
              </w:rPr>
              <w:t>Engage with information about international trade</w:t>
            </w:r>
          </w:p>
        </w:tc>
      </w:tr>
      <w:tr w:rsidR="00700CFF" w:rsidRPr="00336FCA" w:rsidDel="00423CB2" w14:paraId="75351DBB" w14:textId="77777777" w:rsidTr="00CA2922">
        <w:trPr>
          <w:tblHeader/>
        </w:trPr>
        <w:tc>
          <w:tcPr>
            <w:tcW w:w="1396" w:type="pct"/>
          </w:tcPr>
          <w:p w14:paraId="40152BB6" w14:textId="69632BA9" w:rsidR="00700CFF" w:rsidRPr="005404CB" w:rsidRDefault="00B76A26" w:rsidP="0089117E">
            <w:pPr>
              <w:pStyle w:val="SIText"/>
              <w:rPr>
                <w:rFonts w:eastAsiaTheme="majorEastAsia"/>
              </w:rPr>
            </w:pPr>
            <w:r>
              <w:rPr>
                <w:rFonts w:eastAsiaTheme="majorEastAsia"/>
              </w:rPr>
              <w:t>Numeracy</w:t>
            </w:r>
          </w:p>
        </w:tc>
        <w:tc>
          <w:tcPr>
            <w:tcW w:w="3604" w:type="pct"/>
          </w:tcPr>
          <w:p w14:paraId="073AC8C7" w14:textId="1FE02548" w:rsidR="00700CFF" w:rsidRPr="005404CB" w:rsidRDefault="00B76A26" w:rsidP="0089117E">
            <w:pPr>
              <w:pStyle w:val="SIBulletList1"/>
              <w:rPr>
                <w:rFonts w:eastAsiaTheme="majorEastAsia"/>
              </w:rPr>
            </w:pPr>
            <w:r>
              <w:rPr>
                <w:rFonts w:eastAsiaTheme="majorEastAsia"/>
              </w:rPr>
              <w:t>Engage with concepts related to foreign exchange and financial markets</w:t>
            </w:r>
          </w:p>
        </w:tc>
      </w:tr>
    </w:tbl>
    <w:p w14:paraId="7B09BA9F" w14:textId="77777777" w:rsidR="00916CD7" w:rsidRDefault="00916CD7" w:rsidP="005F771F">
      <w:pPr>
        <w:pStyle w:val="SIText"/>
      </w:pPr>
    </w:p>
    <w:p w14:paraId="19057801"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110D69F6" w14:textId="77777777" w:rsidTr="00F33FF2">
        <w:tc>
          <w:tcPr>
            <w:tcW w:w="5000" w:type="pct"/>
            <w:gridSpan w:val="4"/>
          </w:tcPr>
          <w:p w14:paraId="01D9869A" w14:textId="77777777" w:rsidR="00F1480E" w:rsidRPr="005404CB" w:rsidRDefault="00FD557D" w:rsidP="005404CB">
            <w:pPr>
              <w:pStyle w:val="SIHeading2"/>
            </w:pPr>
            <w:r w:rsidRPr="00923720">
              <w:t>U</w:t>
            </w:r>
            <w:r w:rsidRPr="005404CB">
              <w:t>nit Mapping Information</w:t>
            </w:r>
          </w:p>
        </w:tc>
      </w:tr>
      <w:tr w:rsidR="00F1480E" w14:paraId="73E0EB4B" w14:textId="77777777" w:rsidTr="00F33FF2">
        <w:tc>
          <w:tcPr>
            <w:tcW w:w="1028" w:type="pct"/>
          </w:tcPr>
          <w:p w14:paraId="4AA6B5B2" w14:textId="77777777" w:rsidR="00F1480E" w:rsidRPr="005404CB" w:rsidRDefault="00F1480E" w:rsidP="005404CB">
            <w:pPr>
              <w:pStyle w:val="SIText-Bold"/>
            </w:pPr>
            <w:r w:rsidRPr="00923720">
              <w:t>Code and title current version</w:t>
            </w:r>
          </w:p>
        </w:tc>
        <w:tc>
          <w:tcPr>
            <w:tcW w:w="1105" w:type="pct"/>
          </w:tcPr>
          <w:p w14:paraId="78954866" w14:textId="77777777" w:rsidR="00F1480E" w:rsidRPr="005404CB" w:rsidRDefault="008322BE" w:rsidP="005404CB">
            <w:pPr>
              <w:pStyle w:val="SIText-Bold"/>
            </w:pPr>
            <w:r>
              <w:t xml:space="preserve">Code and title previous </w:t>
            </w:r>
            <w:r w:rsidR="00F1480E" w:rsidRPr="005404CB">
              <w:t>version</w:t>
            </w:r>
          </w:p>
        </w:tc>
        <w:tc>
          <w:tcPr>
            <w:tcW w:w="1251" w:type="pct"/>
          </w:tcPr>
          <w:p w14:paraId="12076FFD" w14:textId="77777777" w:rsidR="00F1480E" w:rsidRPr="005404CB" w:rsidRDefault="00F1480E" w:rsidP="005404CB">
            <w:pPr>
              <w:pStyle w:val="SIText-Bold"/>
            </w:pPr>
            <w:r w:rsidRPr="00923720">
              <w:t>Comments</w:t>
            </w:r>
          </w:p>
        </w:tc>
        <w:tc>
          <w:tcPr>
            <w:tcW w:w="1616" w:type="pct"/>
          </w:tcPr>
          <w:p w14:paraId="425FE4FF" w14:textId="77777777" w:rsidR="00F1480E" w:rsidRPr="005404CB" w:rsidRDefault="00F1480E" w:rsidP="005404CB">
            <w:pPr>
              <w:pStyle w:val="SIText-Bold"/>
            </w:pPr>
            <w:r w:rsidRPr="00923720">
              <w:t>Equivalence status</w:t>
            </w:r>
          </w:p>
        </w:tc>
      </w:tr>
      <w:tr w:rsidR="00041E59" w14:paraId="7B3AD32B" w14:textId="77777777" w:rsidTr="00F33FF2">
        <w:tc>
          <w:tcPr>
            <w:tcW w:w="1028" w:type="pct"/>
          </w:tcPr>
          <w:p w14:paraId="16AF823A" w14:textId="30C82709" w:rsidR="00041E59" w:rsidRPr="005404CB" w:rsidRDefault="00B76A26" w:rsidP="005404CB">
            <w:pPr>
              <w:pStyle w:val="SIText"/>
            </w:pPr>
            <w:r w:rsidRPr="007D5B10">
              <w:t>AMPMGT8</w:t>
            </w:r>
            <w:r w:rsidR="0089117E">
              <w:t>X</w:t>
            </w:r>
            <w:r w:rsidR="00B47B6D">
              <w:t>11</w:t>
            </w:r>
            <w:r w:rsidRPr="007D5B10">
              <w:t xml:space="preserve"> </w:t>
            </w:r>
            <w:r w:rsidR="007D5B10" w:rsidRPr="007D5B10">
              <w:t>Develop and manage international business operations</w:t>
            </w:r>
          </w:p>
        </w:tc>
        <w:tc>
          <w:tcPr>
            <w:tcW w:w="1105" w:type="pct"/>
          </w:tcPr>
          <w:p w14:paraId="6623A6C9" w14:textId="268E00AE" w:rsidR="00041E59" w:rsidRPr="005404CB" w:rsidRDefault="00B76A26" w:rsidP="005404CB">
            <w:pPr>
              <w:pStyle w:val="SIText"/>
            </w:pPr>
            <w:r w:rsidRPr="007D5B10">
              <w:t>AMPMGT805 Develop and manage international business operations</w:t>
            </w:r>
          </w:p>
        </w:tc>
        <w:tc>
          <w:tcPr>
            <w:tcW w:w="1251" w:type="pct"/>
          </w:tcPr>
          <w:p w14:paraId="64298068" w14:textId="0069C91C" w:rsidR="00B76A26" w:rsidRPr="00B76A26" w:rsidRDefault="00B76A26" w:rsidP="00B76A26">
            <w:pPr>
              <w:pStyle w:val="SIText"/>
            </w:pPr>
            <w:r w:rsidRPr="00B76A26">
              <w:t>Unit code updated</w:t>
            </w:r>
          </w:p>
          <w:p w14:paraId="7A833952" w14:textId="7554EB9E" w:rsidR="00B76A26" w:rsidRPr="00B76A26" w:rsidRDefault="00B76A26" w:rsidP="00B76A26">
            <w:pPr>
              <w:pStyle w:val="SIText"/>
            </w:pPr>
            <w:r w:rsidRPr="00B76A26">
              <w:t>Foundation skills added</w:t>
            </w:r>
          </w:p>
          <w:p w14:paraId="38EF1B27" w14:textId="102AC641" w:rsidR="00041E59" w:rsidRPr="005404CB" w:rsidRDefault="00B76A26" w:rsidP="005404CB">
            <w:pPr>
              <w:pStyle w:val="SIText"/>
            </w:pPr>
            <w:r w:rsidRPr="00B76A26">
              <w:t xml:space="preserve">Performance Evidence, Knowledge </w:t>
            </w:r>
            <w:r w:rsidR="00AB157C">
              <w:t>E</w:t>
            </w:r>
            <w:r w:rsidRPr="00B76A26">
              <w:t>vidence and Assessment Conditions revised</w:t>
            </w:r>
          </w:p>
        </w:tc>
        <w:tc>
          <w:tcPr>
            <w:tcW w:w="1616" w:type="pct"/>
          </w:tcPr>
          <w:p w14:paraId="44BBFF38" w14:textId="7F6FFD13" w:rsidR="00916CD7" w:rsidRPr="005404CB" w:rsidRDefault="00916CD7" w:rsidP="005404CB">
            <w:pPr>
              <w:pStyle w:val="SIText"/>
            </w:pPr>
            <w:r w:rsidRPr="005404CB">
              <w:t>Equivalent</w:t>
            </w:r>
          </w:p>
        </w:tc>
      </w:tr>
    </w:tbl>
    <w:p w14:paraId="1AC411EF"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4DCE21F5" w14:textId="77777777" w:rsidTr="00CA2922">
        <w:tc>
          <w:tcPr>
            <w:tcW w:w="1396" w:type="pct"/>
            <w:shd w:val="clear" w:color="auto" w:fill="auto"/>
          </w:tcPr>
          <w:p w14:paraId="6EF0B44B" w14:textId="77777777" w:rsidR="00F1480E" w:rsidRPr="005404CB" w:rsidRDefault="00FD557D" w:rsidP="005404CB">
            <w:pPr>
              <w:pStyle w:val="SIHeading2"/>
            </w:pPr>
            <w:r w:rsidRPr="00CC451E">
              <w:t>L</w:t>
            </w:r>
            <w:r w:rsidRPr="005404CB">
              <w:t>inks</w:t>
            </w:r>
          </w:p>
        </w:tc>
        <w:tc>
          <w:tcPr>
            <w:tcW w:w="3604" w:type="pct"/>
            <w:shd w:val="clear" w:color="auto" w:fill="auto"/>
          </w:tcPr>
          <w:p w14:paraId="2341A379" w14:textId="77777777" w:rsidR="00520E9A" w:rsidRPr="005404CB" w:rsidRDefault="00520E9A" w:rsidP="005404CB">
            <w:pPr>
              <w:pStyle w:val="SIText"/>
            </w:pPr>
            <w:r>
              <w:t xml:space="preserve">Companion Volumes, including Implementation </w:t>
            </w:r>
            <w:r w:rsidR="00346FDC" w:rsidRPr="005404CB">
              <w:t xml:space="preserve">Guides, are available at VETNet: </w:t>
            </w:r>
          </w:p>
          <w:p w14:paraId="2829271C" w14:textId="20B46113" w:rsidR="00F1480E" w:rsidRPr="005404CB" w:rsidRDefault="00AB157C" w:rsidP="005404CB">
            <w:pPr>
              <w:pStyle w:val="SIText"/>
            </w:pPr>
            <w:hyperlink r:id="rId11" w:history="1">
              <w:r w:rsidR="007D5B10" w:rsidRPr="007D5B10">
                <w:t>https://vetnet.gov.au/Pages/TrainingDocs.aspx?q=5e2e56b7-698f-4822-84bb-25adbb8443a7</w:t>
              </w:r>
            </w:hyperlink>
          </w:p>
        </w:tc>
      </w:tr>
    </w:tbl>
    <w:p w14:paraId="77F98419" w14:textId="77777777" w:rsidR="00F1480E" w:rsidRDefault="00F1480E" w:rsidP="005F771F">
      <w:pPr>
        <w:pStyle w:val="SIText"/>
      </w:pPr>
    </w:p>
    <w:p w14:paraId="3A4DB9F4"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0475A613" w14:textId="77777777" w:rsidTr="00113678">
        <w:trPr>
          <w:tblHeader/>
        </w:trPr>
        <w:tc>
          <w:tcPr>
            <w:tcW w:w="1478" w:type="pct"/>
            <w:shd w:val="clear" w:color="auto" w:fill="auto"/>
          </w:tcPr>
          <w:p w14:paraId="52E39DAE" w14:textId="77777777" w:rsidR="00556C4C" w:rsidRPr="005404CB" w:rsidRDefault="00556C4C" w:rsidP="005404CB">
            <w:pPr>
              <w:pStyle w:val="SIUnittitle"/>
            </w:pPr>
            <w:r w:rsidRPr="002C55E9">
              <w:lastRenderedPageBreak/>
              <w:t>T</w:t>
            </w:r>
            <w:r w:rsidRPr="005404CB">
              <w:t>ITLE</w:t>
            </w:r>
          </w:p>
        </w:tc>
        <w:tc>
          <w:tcPr>
            <w:tcW w:w="3522" w:type="pct"/>
            <w:shd w:val="clear" w:color="auto" w:fill="auto"/>
          </w:tcPr>
          <w:p w14:paraId="01250677" w14:textId="098E5E7D" w:rsidR="00556C4C" w:rsidRPr="005404CB" w:rsidRDefault="00556C4C" w:rsidP="005404CB">
            <w:pPr>
              <w:pStyle w:val="SIUnittitle"/>
            </w:pPr>
            <w:r w:rsidRPr="00F56827">
              <w:t xml:space="preserve">Assessment requirements for </w:t>
            </w:r>
            <w:r w:rsidR="007D5B10" w:rsidRPr="007D5B10">
              <w:t>AMPMGT8</w:t>
            </w:r>
            <w:r w:rsidR="0089117E">
              <w:t>X</w:t>
            </w:r>
            <w:r w:rsidR="00B47B6D">
              <w:t>11</w:t>
            </w:r>
            <w:r w:rsidR="007D5B10" w:rsidRPr="007D5B10">
              <w:t xml:space="preserve"> Develop and manage international business operations</w:t>
            </w:r>
          </w:p>
        </w:tc>
      </w:tr>
      <w:tr w:rsidR="00556C4C" w:rsidRPr="00A55106" w14:paraId="771FD9C1" w14:textId="77777777" w:rsidTr="00113678">
        <w:trPr>
          <w:tblHeader/>
        </w:trPr>
        <w:tc>
          <w:tcPr>
            <w:tcW w:w="5000" w:type="pct"/>
            <w:gridSpan w:val="2"/>
            <w:shd w:val="clear" w:color="auto" w:fill="auto"/>
          </w:tcPr>
          <w:p w14:paraId="3070EC23" w14:textId="77777777" w:rsidR="00556C4C" w:rsidRPr="005404CB" w:rsidRDefault="00D71E43" w:rsidP="005404CB">
            <w:pPr>
              <w:pStyle w:val="SIHeading2"/>
            </w:pPr>
            <w:r>
              <w:t>Performance E</w:t>
            </w:r>
            <w:r w:rsidRPr="005404CB">
              <w:t>vidence</w:t>
            </w:r>
          </w:p>
        </w:tc>
      </w:tr>
      <w:tr w:rsidR="00556C4C" w:rsidRPr="00067E1C" w14:paraId="571BA992" w14:textId="77777777" w:rsidTr="00113678">
        <w:tc>
          <w:tcPr>
            <w:tcW w:w="5000" w:type="pct"/>
            <w:gridSpan w:val="2"/>
            <w:shd w:val="clear" w:color="auto" w:fill="auto"/>
          </w:tcPr>
          <w:p w14:paraId="2FEF58FF" w14:textId="7A6B021A" w:rsidR="00700CFF" w:rsidRDefault="00700CFF" w:rsidP="00700CFF">
            <w:pPr>
              <w:pStyle w:val="SIText"/>
            </w:pPr>
            <w:r w:rsidRPr="00263666">
              <w:t>An individual demonstrating competency must satisfy all of the elements and performance criteria in this unit.</w:t>
            </w:r>
          </w:p>
          <w:p w14:paraId="763CAC28" w14:textId="77777777" w:rsidR="00B47B6D" w:rsidRPr="00700CFF" w:rsidRDefault="00B47B6D" w:rsidP="00700CFF">
            <w:pPr>
              <w:pStyle w:val="SIText"/>
            </w:pPr>
          </w:p>
          <w:p w14:paraId="39FB817C" w14:textId="29958900" w:rsidR="00700CFF" w:rsidRPr="003B1E9E" w:rsidRDefault="00700CFF" w:rsidP="003B1E9E">
            <w:pPr>
              <w:pStyle w:val="SIText"/>
            </w:pPr>
            <w:r w:rsidRPr="00EF2C4B">
              <w:t>There must be evidence that the individual has</w:t>
            </w:r>
            <w:r>
              <w:t xml:space="preserve"> developed and managed international business operations, </w:t>
            </w:r>
            <w:r w:rsidRPr="008E6E64">
              <w:t>respond</w:t>
            </w:r>
            <w:r>
              <w:t>ing</w:t>
            </w:r>
            <w:r w:rsidRPr="008E6E64">
              <w:t xml:space="preserve"> to factors impacting business activity</w:t>
            </w:r>
            <w:r>
              <w:t xml:space="preserve">, </w:t>
            </w:r>
            <w:r w:rsidRPr="003B1E9E">
              <w:rPr>
                <w:rStyle w:val="SITemporaryText-green"/>
                <w:color w:val="auto"/>
                <w:sz w:val="20"/>
              </w:rPr>
              <w:t>over a period of at least three months</w:t>
            </w:r>
            <w:r w:rsidRPr="003B1E9E">
              <w:t xml:space="preserve">, </w:t>
            </w:r>
          </w:p>
          <w:p w14:paraId="176ACC6E" w14:textId="00A3344A" w:rsidR="00700CFF" w:rsidRPr="003B1E9E" w:rsidRDefault="00700CFF" w:rsidP="003B1E9E">
            <w:pPr>
              <w:pStyle w:val="SIText"/>
            </w:pPr>
            <w:r w:rsidRPr="003B1E9E">
              <w:t>including:</w:t>
            </w:r>
          </w:p>
          <w:p w14:paraId="57B586E6" w14:textId="68B591F3" w:rsidR="008E6E64" w:rsidRPr="008E6E64" w:rsidRDefault="008E6E64" w:rsidP="008E6E64">
            <w:pPr>
              <w:pStyle w:val="SIBulletList1"/>
            </w:pPr>
            <w:r w:rsidRPr="008E6E64">
              <w:t>use</w:t>
            </w:r>
            <w:r w:rsidR="00700CFF">
              <w:t>d</w:t>
            </w:r>
            <w:r w:rsidRPr="008E6E64">
              <w:t xml:space="preserve"> analytical skills to identify potential risks and opportunities, and assess market dynamics</w:t>
            </w:r>
          </w:p>
          <w:p w14:paraId="6A04FBDF" w14:textId="18AD0606" w:rsidR="008E6E64" w:rsidRPr="008E6E64" w:rsidRDefault="008E6E64" w:rsidP="008E6E64">
            <w:pPr>
              <w:pStyle w:val="SIBulletList1"/>
            </w:pPr>
            <w:r w:rsidRPr="008E6E64">
              <w:t>use</w:t>
            </w:r>
            <w:r w:rsidR="00700CFF">
              <w:t>d</w:t>
            </w:r>
            <w:r w:rsidRPr="008E6E64">
              <w:t xml:space="preserve"> culturally appropriate communication skills to relate to people with diverse backgrounds and abilities</w:t>
            </w:r>
          </w:p>
          <w:p w14:paraId="5C3F7D71" w14:textId="15107D70" w:rsidR="008E6E64" w:rsidRPr="008E6E64" w:rsidRDefault="00700CFF" w:rsidP="008E6E64">
            <w:pPr>
              <w:pStyle w:val="SIBulletList1"/>
            </w:pPr>
            <w:r w:rsidRPr="008E6E64">
              <w:t>ma</w:t>
            </w:r>
            <w:r>
              <w:t>de</w:t>
            </w:r>
            <w:r w:rsidRPr="008E6E64">
              <w:t xml:space="preserve"> </w:t>
            </w:r>
            <w:r w:rsidR="008E6E64" w:rsidRPr="008E6E64">
              <w:t>decisions</w:t>
            </w:r>
            <w:r>
              <w:t xml:space="preserve"> related to international business</w:t>
            </w:r>
            <w:r w:rsidRPr="00700CFF">
              <w:t xml:space="preserve"> activity</w:t>
            </w:r>
          </w:p>
          <w:p w14:paraId="0ABC3351" w14:textId="4C3DD053" w:rsidR="008E6E64" w:rsidRPr="008E6E64" w:rsidRDefault="008E6E64" w:rsidP="008E6E64">
            <w:pPr>
              <w:pStyle w:val="SIBulletList1"/>
            </w:pPr>
            <w:r w:rsidRPr="008E6E64">
              <w:t>use</w:t>
            </w:r>
            <w:r w:rsidR="00700CFF">
              <w:t>d</w:t>
            </w:r>
            <w:r w:rsidRPr="008E6E64">
              <w:t xml:space="preserve"> interpersonal skills to</w:t>
            </w:r>
            <w:r w:rsidR="00B91570">
              <w:t xml:space="preserve"> have</w:t>
            </w:r>
            <w:r w:rsidRPr="008E6E64">
              <w:t>:</w:t>
            </w:r>
          </w:p>
          <w:p w14:paraId="7109670A" w14:textId="6544E071" w:rsidR="008E6E64" w:rsidRPr="008E6E64" w:rsidRDefault="008E6E64" w:rsidP="008E6E64">
            <w:pPr>
              <w:pStyle w:val="SIBulletList2"/>
            </w:pPr>
            <w:r w:rsidRPr="008E6E64">
              <w:t>maintain</w:t>
            </w:r>
            <w:r w:rsidR="00B91570">
              <w:t>ed</w:t>
            </w:r>
            <w:r w:rsidRPr="008E6E64">
              <w:t xml:space="preserve"> appropriate relationships with colleagues</w:t>
            </w:r>
          </w:p>
          <w:p w14:paraId="10C2E8D1" w14:textId="5ED970D7" w:rsidR="008E6E64" w:rsidRPr="008E6E64" w:rsidRDefault="008E6E64" w:rsidP="008E6E64">
            <w:pPr>
              <w:pStyle w:val="SIBulletList2"/>
            </w:pPr>
            <w:r w:rsidRPr="008E6E64">
              <w:t>establish</w:t>
            </w:r>
            <w:r w:rsidR="00B91570">
              <w:t>ed</w:t>
            </w:r>
            <w:r w:rsidRPr="008E6E64">
              <w:t xml:space="preserve"> trust</w:t>
            </w:r>
          </w:p>
          <w:p w14:paraId="206A48E8" w14:textId="56CADB45" w:rsidR="008E6E64" w:rsidRPr="008E6E64" w:rsidRDefault="008E6E64" w:rsidP="008E6E64">
            <w:pPr>
              <w:pStyle w:val="SIBulletList2"/>
            </w:pPr>
            <w:r w:rsidRPr="008E6E64">
              <w:t>value</w:t>
            </w:r>
            <w:r w:rsidR="00B91570">
              <w:t>d</w:t>
            </w:r>
            <w:r w:rsidRPr="008E6E64">
              <w:t xml:space="preserve"> and be open to, the opinions of others</w:t>
            </w:r>
          </w:p>
          <w:p w14:paraId="287BC1DA" w14:textId="32BC4CED" w:rsidR="008E6E64" w:rsidRPr="008E6E64" w:rsidRDefault="008E6E64" w:rsidP="008E6E64">
            <w:pPr>
              <w:pStyle w:val="SIBulletList2"/>
            </w:pPr>
            <w:r w:rsidRPr="008E6E64">
              <w:t>work</w:t>
            </w:r>
            <w:r w:rsidR="00B91570">
              <w:t>ed</w:t>
            </w:r>
            <w:r w:rsidRPr="008E6E64">
              <w:t xml:space="preserve"> as part of a team</w:t>
            </w:r>
          </w:p>
          <w:p w14:paraId="2EC88C4E" w14:textId="37815DFD" w:rsidR="008E6E64" w:rsidRPr="008E6E64" w:rsidRDefault="008E6E64" w:rsidP="008E6E64">
            <w:pPr>
              <w:pStyle w:val="SIBulletList2"/>
            </w:pPr>
            <w:r w:rsidRPr="008E6E64">
              <w:t>listen</w:t>
            </w:r>
            <w:r w:rsidR="00B91570">
              <w:t>ed</w:t>
            </w:r>
            <w:r w:rsidRPr="008E6E64">
              <w:t xml:space="preserve"> actively</w:t>
            </w:r>
          </w:p>
          <w:p w14:paraId="5EBB6A72" w14:textId="78FF907E" w:rsidR="008E6E64" w:rsidRPr="008E6E64" w:rsidRDefault="008E6E64" w:rsidP="008E6E64">
            <w:pPr>
              <w:pStyle w:val="SIBulletList2"/>
            </w:pPr>
            <w:r w:rsidRPr="008E6E64">
              <w:t>demonstrate</w:t>
            </w:r>
            <w:r w:rsidR="00B91570">
              <w:t>d</w:t>
            </w:r>
            <w:r w:rsidRPr="008E6E64">
              <w:t xml:space="preserve"> cultural sensitivity</w:t>
            </w:r>
          </w:p>
          <w:p w14:paraId="56EF76A6" w14:textId="7F572CF4" w:rsidR="008E6E64" w:rsidRPr="008E6E64" w:rsidRDefault="008E6E64" w:rsidP="008E6E64">
            <w:pPr>
              <w:pStyle w:val="SIBulletList2"/>
            </w:pPr>
            <w:r w:rsidRPr="008E6E64">
              <w:t>negotiate</w:t>
            </w:r>
            <w:r w:rsidR="00B91570">
              <w:t>d</w:t>
            </w:r>
            <w:r w:rsidRPr="008E6E64">
              <w:t xml:space="preserve"> effectively</w:t>
            </w:r>
          </w:p>
          <w:p w14:paraId="3BA792F9" w14:textId="67A26634" w:rsidR="008E6E64" w:rsidRPr="008E6E64" w:rsidRDefault="008E6E64" w:rsidP="008E6E64">
            <w:pPr>
              <w:pStyle w:val="SIBulletList1"/>
            </w:pPr>
            <w:r w:rsidRPr="008E6E64">
              <w:t>use</w:t>
            </w:r>
            <w:r w:rsidR="00700CFF">
              <w:t>d</w:t>
            </w:r>
            <w:r w:rsidRPr="008E6E64">
              <w:t xml:space="preserve"> planning and organisational skills to develop and implement business strategies</w:t>
            </w:r>
          </w:p>
          <w:p w14:paraId="26BE3E0A" w14:textId="5C37C037" w:rsidR="008E6E64" w:rsidRPr="008E6E64" w:rsidRDefault="008E6E64" w:rsidP="008E6E64">
            <w:pPr>
              <w:pStyle w:val="SIBulletList1"/>
            </w:pPr>
            <w:r w:rsidRPr="008E6E64">
              <w:t>use</w:t>
            </w:r>
            <w:r w:rsidR="00700CFF">
              <w:t>d</w:t>
            </w:r>
            <w:r w:rsidRPr="008E6E64">
              <w:t xml:space="preserve"> problem-solving, initiative and administrative skills to seek and develop international business opportunities</w:t>
            </w:r>
          </w:p>
          <w:p w14:paraId="6B5EC877" w14:textId="61D5EA53" w:rsidR="008E6E64" w:rsidRPr="008E6E64" w:rsidRDefault="008E6E64" w:rsidP="008E6E64">
            <w:pPr>
              <w:pStyle w:val="SIBulletList1"/>
            </w:pPr>
            <w:r w:rsidRPr="008E6E64">
              <w:t>use</w:t>
            </w:r>
            <w:r w:rsidR="00700CFF">
              <w:t>d</w:t>
            </w:r>
            <w:r w:rsidRPr="008E6E64">
              <w:t xml:space="preserve"> research skills to identify international business trends and opportunities</w:t>
            </w:r>
          </w:p>
          <w:p w14:paraId="2E3D7E55" w14:textId="6C1E4624" w:rsidR="008E6E64" w:rsidRPr="008E6E64" w:rsidRDefault="008E6E64" w:rsidP="008E6E64">
            <w:pPr>
              <w:pStyle w:val="SIBulletList1"/>
            </w:pPr>
            <w:r w:rsidRPr="008E6E64">
              <w:t>manage</w:t>
            </w:r>
            <w:r w:rsidR="00700CFF">
              <w:t>d</w:t>
            </w:r>
            <w:r w:rsidRPr="008E6E64">
              <w:t xml:space="preserve"> risk</w:t>
            </w:r>
            <w:r w:rsidR="00700CFF">
              <w:t xml:space="preserve"> related to international business activity</w:t>
            </w:r>
          </w:p>
          <w:p w14:paraId="08245B86" w14:textId="0CAF35C1" w:rsidR="008E6E64" w:rsidRPr="008E6E64" w:rsidRDefault="008E6E64" w:rsidP="008E6E64">
            <w:pPr>
              <w:pStyle w:val="SIBulletList1"/>
            </w:pPr>
            <w:r w:rsidRPr="008E6E64">
              <w:t>use</w:t>
            </w:r>
            <w:r w:rsidR="00700CFF">
              <w:t>d</w:t>
            </w:r>
            <w:r w:rsidRPr="008E6E64">
              <w:t xml:space="preserve"> a range of tools to monitor business performance</w:t>
            </w:r>
          </w:p>
          <w:p w14:paraId="49081BB4" w14:textId="647D1C7C" w:rsidR="00556C4C" w:rsidRPr="005404CB" w:rsidRDefault="008E6E64" w:rsidP="008E6E64">
            <w:pPr>
              <w:pStyle w:val="SIBulletList1"/>
            </w:pPr>
            <w:r w:rsidRPr="008E6E64">
              <w:t>effectively integrate</w:t>
            </w:r>
            <w:r w:rsidR="00700CFF">
              <w:t>d</w:t>
            </w:r>
            <w:r w:rsidRPr="008E6E64">
              <w:t xml:space="preserve"> international business challenges and opportunities within and across functional business areas</w:t>
            </w:r>
            <w:r w:rsidR="00700CFF">
              <w:t>.</w:t>
            </w:r>
          </w:p>
        </w:tc>
      </w:tr>
    </w:tbl>
    <w:p w14:paraId="5B45366E"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5E4D329F" w14:textId="77777777" w:rsidTr="00CA2922">
        <w:trPr>
          <w:tblHeader/>
        </w:trPr>
        <w:tc>
          <w:tcPr>
            <w:tcW w:w="5000" w:type="pct"/>
            <w:shd w:val="clear" w:color="auto" w:fill="auto"/>
          </w:tcPr>
          <w:p w14:paraId="0946057D" w14:textId="77777777" w:rsidR="00F1480E" w:rsidRPr="005404CB" w:rsidRDefault="00D71E43" w:rsidP="005404CB">
            <w:pPr>
              <w:pStyle w:val="SIHeading2"/>
            </w:pPr>
            <w:r w:rsidRPr="002C55E9">
              <w:t>K</w:t>
            </w:r>
            <w:r w:rsidRPr="005404CB">
              <w:t>nowledge Evidence</w:t>
            </w:r>
          </w:p>
        </w:tc>
      </w:tr>
      <w:tr w:rsidR="00F1480E" w:rsidRPr="00067E1C" w14:paraId="20DCDA14" w14:textId="77777777" w:rsidTr="00CA2922">
        <w:tc>
          <w:tcPr>
            <w:tcW w:w="5000" w:type="pct"/>
            <w:shd w:val="clear" w:color="auto" w:fill="auto"/>
          </w:tcPr>
          <w:p w14:paraId="1564B210" w14:textId="77777777" w:rsidR="00700CFF" w:rsidRPr="00700CFF" w:rsidRDefault="00700CFF" w:rsidP="00700CFF">
            <w:pPr>
              <w:pStyle w:val="SIText"/>
            </w:pPr>
            <w:r w:rsidRPr="00E962A5">
              <w:t>An individual must be able to demonstrate the knowledge required to perform the tasks outlined in the elements and performance criteria of this unit. This includes knowledge of:</w:t>
            </w:r>
          </w:p>
          <w:p w14:paraId="37B7A60B" w14:textId="0A6A34B3" w:rsidR="00935955" w:rsidRPr="00935955" w:rsidRDefault="00935955" w:rsidP="00935955">
            <w:pPr>
              <w:pStyle w:val="SIBulletList1"/>
            </w:pPr>
            <w:r w:rsidRPr="00935955">
              <w:t xml:space="preserve">relevant legislation, codes of practice and standards that affect </w:t>
            </w:r>
            <w:r w:rsidR="00700CFF">
              <w:t xml:space="preserve">the </w:t>
            </w:r>
            <w:r w:rsidRPr="00935955">
              <w:t>business</w:t>
            </w:r>
            <w:r w:rsidR="00700CFF">
              <w:t xml:space="preserve"> operations in an</w:t>
            </w:r>
            <w:r w:rsidR="00700CFF" w:rsidRPr="00935955">
              <w:t xml:space="preserve"> international</w:t>
            </w:r>
            <w:r w:rsidR="00700CFF">
              <w:t xml:space="preserve"> context</w:t>
            </w:r>
          </w:p>
          <w:p w14:paraId="1B69C752" w14:textId="77777777" w:rsidR="00935955" w:rsidRPr="00935955" w:rsidRDefault="00935955" w:rsidP="00935955">
            <w:pPr>
              <w:pStyle w:val="SIBulletList1"/>
            </w:pPr>
            <w:r w:rsidRPr="00935955">
              <w:t>nature and scope of international business</w:t>
            </w:r>
          </w:p>
          <w:p w14:paraId="441047AA" w14:textId="72699E2A" w:rsidR="00935955" w:rsidRPr="00935955" w:rsidRDefault="00935955" w:rsidP="00935955">
            <w:pPr>
              <w:pStyle w:val="SIBulletList1"/>
            </w:pPr>
            <w:r w:rsidRPr="00935955">
              <w:t>international trade and investment theory</w:t>
            </w:r>
            <w:r w:rsidR="00700CFF">
              <w:t xml:space="preserve"> relevant to the business</w:t>
            </w:r>
          </w:p>
          <w:p w14:paraId="3F9A2B69" w14:textId="77777777" w:rsidR="00935955" w:rsidRPr="00935955" w:rsidRDefault="00935955" w:rsidP="00935955">
            <w:pPr>
              <w:pStyle w:val="SIBulletList1"/>
            </w:pPr>
            <w:r w:rsidRPr="00935955">
              <w:t>international monetary system and balance of payments</w:t>
            </w:r>
          </w:p>
          <w:p w14:paraId="18802F24" w14:textId="77777777" w:rsidR="00935955" w:rsidRPr="00935955" w:rsidRDefault="00935955" w:rsidP="00935955">
            <w:pPr>
              <w:pStyle w:val="SIBulletList1"/>
            </w:pPr>
            <w:r w:rsidRPr="00935955">
              <w:t>foreign exchange and financial markets</w:t>
            </w:r>
          </w:p>
          <w:p w14:paraId="089D434F" w14:textId="2BE100FA" w:rsidR="00935955" w:rsidRPr="00935955" w:rsidRDefault="00935955" w:rsidP="00935955">
            <w:pPr>
              <w:pStyle w:val="SIBulletList1"/>
            </w:pPr>
            <w:r w:rsidRPr="00935955">
              <w:t>national trade and investment policy</w:t>
            </w:r>
            <w:r w:rsidR="00700CFF">
              <w:t xml:space="preserve"> relevant to the business</w:t>
            </w:r>
          </w:p>
          <w:p w14:paraId="142BEF44" w14:textId="77777777" w:rsidR="00935955" w:rsidRPr="00935955" w:rsidRDefault="00935955" w:rsidP="00935955">
            <w:pPr>
              <w:pStyle w:val="SIBulletList1"/>
            </w:pPr>
            <w:r w:rsidRPr="00935955">
              <w:t>co-operation between nation’s legal and political forces</w:t>
            </w:r>
          </w:p>
          <w:p w14:paraId="7486B4B4" w14:textId="77777777" w:rsidR="00935955" w:rsidRPr="00935955" w:rsidRDefault="00935955" w:rsidP="00935955">
            <w:pPr>
              <w:pStyle w:val="SIBulletList1"/>
            </w:pPr>
            <w:r w:rsidRPr="00935955">
              <w:t>cultural diversity, interpersonal relations and human resource management</w:t>
            </w:r>
          </w:p>
          <w:p w14:paraId="6ECF55A6" w14:textId="3792D245" w:rsidR="00935955" w:rsidRPr="00935955" w:rsidRDefault="00935955" w:rsidP="00935955">
            <w:pPr>
              <w:pStyle w:val="SIBulletList1"/>
            </w:pPr>
            <w:r w:rsidRPr="00935955">
              <w:t>strategic management</w:t>
            </w:r>
            <w:r w:rsidR="00700CFF">
              <w:t xml:space="preserve"> of the business in an international setting</w:t>
            </w:r>
          </w:p>
          <w:p w14:paraId="2315AFAD" w14:textId="560F4996" w:rsidR="00935955" w:rsidRPr="00935955" w:rsidRDefault="00935955" w:rsidP="00935955">
            <w:pPr>
              <w:pStyle w:val="SIBulletList1"/>
            </w:pPr>
            <w:r w:rsidRPr="00935955">
              <w:t>modes of entry and strategic alliances</w:t>
            </w:r>
            <w:r w:rsidR="00700CFF">
              <w:t xml:space="preserve"> within the international setting</w:t>
            </w:r>
          </w:p>
          <w:p w14:paraId="5650E3D6" w14:textId="77777777" w:rsidR="00935955" w:rsidRPr="00935955" w:rsidRDefault="00935955" w:rsidP="00935955">
            <w:pPr>
              <w:pStyle w:val="SIBulletList1"/>
            </w:pPr>
            <w:r w:rsidRPr="00935955">
              <w:t>international marketing and operations management</w:t>
            </w:r>
          </w:p>
          <w:p w14:paraId="78416CC5" w14:textId="77777777" w:rsidR="00935955" w:rsidRPr="00935955" w:rsidRDefault="00935955" w:rsidP="00935955">
            <w:pPr>
              <w:pStyle w:val="SIBulletList1"/>
            </w:pPr>
            <w:r w:rsidRPr="00935955">
              <w:t>international finance, accounting and taxation</w:t>
            </w:r>
          </w:p>
          <w:p w14:paraId="00F6AE37" w14:textId="54045A84" w:rsidR="00935955" w:rsidRPr="00935955" w:rsidRDefault="00935955" w:rsidP="00935955">
            <w:pPr>
              <w:pStyle w:val="SIBulletList1"/>
            </w:pPr>
            <w:r w:rsidRPr="00935955">
              <w:t xml:space="preserve">key concepts of international business and their application within an </w:t>
            </w:r>
            <w:r w:rsidR="00AB157C">
              <w:t>workplace</w:t>
            </w:r>
          </w:p>
          <w:p w14:paraId="66608BB7" w14:textId="32C61F38" w:rsidR="00F1480E" w:rsidRPr="005404CB" w:rsidRDefault="00935955" w:rsidP="00935955">
            <w:pPr>
              <w:pStyle w:val="SIBulletList1"/>
            </w:pPr>
            <w:r w:rsidRPr="00935955">
              <w:t>key trends in international business</w:t>
            </w:r>
            <w:r w:rsidR="00700CFF">
              <w:t xml:space="preserve"> for the industry.</w:t>
            </w:r>
          </w:p>
        </w:tc>
      </w:tr>
    </w:tbl>
    <w:p w14:paraId="53A6E8A3"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00CDEE5F" w14:textId="77777777" w:rsidTr="00CA2922">
        <w:trPr>
          <w:tblHeader/>
        </w:trPr>
        <w:tc>
          <w:tcPr>
            <w:tcW w:w="5000" w:type="pct"/>
            <w:shd w:val="clear" w:color="auto" w:fill="auto"/>
          </w:tcPr>
          <w:p w14:paraId="453797F8" w14:textId="77777777" w:rsidR="00F1480E" w:rsidRPr="005404CB" w:rsidRDefault="00D71E43" w:rsidP="005404CB">
            <w:pPr>
              <w:pStyle w:val="SIHeading2"/>
            </w:pPr>
            <w:r w:rsidRPr="002C55E9">
              <w:t>A</w:t>
            </w:r>
            <w:r w:rsidRPr="005404CB">
              <w:t>ssessment Conditions</w:t>
            </w:r>
          </w:p>
        </w:tc>
      </w:tr>
      <w:tr w:rsidR="00F1480E" w:rsidRPr="00A55106" w14:paraId="4F2F0283" w14:textId="77777777" w:rsidTr="00CA2922">
        <w:tc>
          <w:tcPr>
            <w:tcW w:w="5000" w:type="pct"/>
            <w:shd w:val="clear" w:color="auto" w:fill="auto"/>
          </w:tcPr>
          <w:p w14:paraId="2DF818B1" w14:textId="72AB0279" w:rsidR="00700CFF" w:rsidRPr="00700CFF" w:rsidRDefault="00700CFF" w:rsidP="00700CFF">
            <w:pPr>
              <w:pStyle w:val="SIText"/>
            </w:pPr>
            <w:r w:rsidRPr="00680D3D">
              <w:t>Assessment of the skills in this unit of competency must take place under the following conditions:</w:t>
            </w:r>
          </w:p>
          <w:p w14:paraId="21D7F9A5" w14:textId="77777777" w:rsidR="00700CFF" w:rsidRPr="00700CFF" w:rsidRDefault="00700CFF" w:rsidP="00700CFF">
            <w:pPr>
              <w:pStyle w:val="SIBulletList1"/>
            </w:pPr>
            <w:r w:rsidRPr="00680D3D">
              <w:t>physical conditions:</w:t>
            </w:r>
          </w:p>
          <w:p w14:paraId="75910362" w14:textId="18408480" w:rsidR="00700CFF" w:rsidRPr="00700CFF" w:rsidRDefault="00700CFF" w:rsidP="00700CFF">
            <w:pPr>
              <w:pStyle w:val="SIBulletList2"/>
            </w:pPr>
            <w:r w:rsidRPr="00680D3D">
              <w:t xml:space="preserve">skills must be </w:t>
            </w:r>
            <w:r w:rsidRPr="00700CFF">
              <w:t>demonstrated in a</w:t>
            </w:r>
            <w:r>
              <w:t>n</w:t>
            </w:r>
            <w:r w:rsidRPr="00700CFF">
              <w:t xml:space="preserve"> </w:t>
            </w:r>
            <w:r>
              <w:t>international</w:t>
            </w:r>
            <w:r w:rsidRPr="00700CFF">
              <w:t xml:space="preserve"> agribusiness context </w:t>
            </w:r>
          </w:p>
          <w:p w14:paraId="573BBBA3" w14:textId="77777777" w:rsidR="00700CFF" w:rsidRPr="00700CFF" w:rsidRDefault="00700CFF" w:rsidP="00700CFF">
            <w:pPr>
              <w:pStyle w:val="SIBulletList1"/>
            </w:pPr>
            <w:r w:rsidRPr="00680D3D">
              <w:t>resources, equipment and materials:</w:t>
            </w:r>
          </w:p>
          <w:p w14:paraId="299A51EE" w14:textId="77777777" w:rsidR="00700CFF" w:rsidRPr="00700CFF" w:rsidRDefault="00700CFF" w:rsidP="00700CFF">
            <w:pPr>
              <w:pStyle w:val="SIBulletList2"/>
            </w:pPr>
            <w:r w:rsidRPr="00680D3D">
              <w:t xml:space="preserve">access to appropriate technology for </w:t>
            </w:r>
            <w:r w:rsidRPr="00700CFF">
              <w:t>researching and communicating</w:t>
            </w:r>
          </w:p>
          <w:p w14:paraId="2045D8A7" w14:textId="77777777" w:rsidR="00700CFF" w:rsidRPr="00700CFF" w:rsidRDefault="00700CFF" w:rsidP="00700CFF">
            <w:pPr>
              <w:pStyle w:val="SIBulletList1"/>
            </w:pPr>
            <w:r w:rsidRPr="00680D3D">
              <w:t>specifications:</w:t>
            </w:r>
          </w:p>
          <w:p w14:paraId="32953332" w14:textId="0D9F7698" w:rsidR="00700CFF" w:rsidRPr="00700CFF" w:rsidRDefault="00700CFF" w:rsidP="00700CFF">
            <w:pPr>
              <w:pStyle w:val="SIBulletList2"/>
            </w:pPr>
            <w:r w:rsidRPr="00680D3D">
              <w:lastRenderedPageBreak/>
              <w:t>workplace documents such as policies</w:t>
            </w:r>
            <w:r w:rsidRPr="00700CFF">
              <w:t xml:space="preserve"> and procedures that guide business interactions</w:t>
            </w:r>
          </w:p>
          <w:p w14:paraId="20D9C54E" w14:textId="4C25B757" w:rsidR="00700CFF" w:rsidRPr="00700CFF" w:rsidRDefault="00700CFF" w:rsidP="00700CFF">
            <w:pPr>
              <w:pStyle w:val="SIBulletList2"/>
            </w:pPr>
            <w:r w:rsidRPr="00680D3D">
              <w:t>access to legislation</w:t>
            </w:r>
            <w:r w:rsidR="00B76A26">
              <w:t xml:space="preserve"> and </w:t>
            </w:r>
            <w:r w:rsidRPr="00680D3D">
              <w:t xml:space="preserve">codes of practice relevant to </w:t>
            </w:r>
            <w:r>
              <w:t xml:space="preserve">international </w:t>
            </w:r>
            <w:r w:rsidRPr="00680D3D">
              <w:t>operations.</w:t>
            </w:r>
          </w:p>
          <w:p w14:paraId="5D730764" w14:textId="77777777" w:rsidR="00700CFF" w:rsidRDefault="00700CFF" w:rsidP="00700CFF">
            <w:pPr>
              <w:pStyle w:val="SIText"/>
            </w:pPr>
          </w:p>
          <w:p w14:paraId="63356462" w14:textId="77777777" w:rsidR="00636932" w:rsidRDefault="00636932" w:rsidP="00636932">
            <w:pPr>
              <w:pStyle w:val="SIText"/>
            </w:pPr>
            <w:r>
              <w:t>Assessment for this unit must include at least three forms of evidence.</w:t>
            </w:r>
          </w:p>
          <w:p w14:paraId="0C102A5A" w14:textId="77777777" w:rsidR="00636932" w:rsidRDefault="00636932" w:rsidP="0007012A">
            <w:pPr>
              <w:pStyle w:val="SIText"/>
            </w:pPr>
          </w:p>
          <w:p w14:paraId="72FC2BF3" w14:textId="1FA4B067" w:rsidR="00700CFF" w:rsidRPr="0007012A" w:rsidRDefault="00700CFF" w:rsidP="0007012A">
            <w:pPr>
              <w:pStyle w:val="SIText"/>
            </w:pPr>
            <w:r w:rsidRPr="00680D3D">
              <w:t>Assessors of this unit must satisfy the requirements for assessors in applicable vocational education and training legislation, frameworks and/or standards.</w:t>
            </w:r>
          </w:p>
        </w:tc>
      </w:tr>
    </w:tbl>
    <w:p w14:paraId="59803188"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23937051" w14:textId="77777777" w:rsidTr="004679E3">
        <w:tc>
          <w:tcPr>
            <w:tcW w:w="990" w:type="pct"/>
            <w:shd w:val="clear" w:color="auto" w:fill="auto"/>
          </w:tcPr>
          <w:p w14:paraId="25F9155C" w14:textId="77777777" w:rsidR="00F1480E" w:rsidRPr="005404CB" w:rsidRDefault="00D71E43" w:rsidP="005404CB">
            <w:pPr>
              <w:pStyle w:val="SIHeading2"/>
            </w:pPr>
            <w:r w:rsidRPr="002C55E9">
              <w:t>L</w:t>
            </w:r>
            <w:r w:rsidRPr="005404CB">
              <w:t>inks</w:t>
            </w:r>
          </w:p>
        </w:tc>
        <w:tc>
          <w:tcPr>
            <w:tcW w:w="4010" w:type="pct"/>
            <w:shd w:val="clear" w:color="auto" w:fill="auto"/>
          </w:tcPr>
          <w:p w14:paraId="5FB533ED" w14:textId="77777777" w:rsidR="002970C3" w:rsidRPr="005404CB" w:rsidRDefault="002970C3" w:rsidP="005404CB">
            <w:pPr>
              <w:pStyle w:val="SIText"/>
            </w:pPr>
            <w:r>
              <w:t xml:space="preserve">Companion Volumes, including Implementation </w:t>
            </w:r>
            <w:r w:rsidR="00346FDC" w:rsidRPr="005404CB">
              <w:t>Guides, are available at VETNet:</w:t>
            </w:r>
          </w:p>
          <w:p w14:paraId="4595EC34" w14:textId="61505F44" w:rsidR="00F1480E" w:rsidRPr="005404CB" w:rsidRDefault="00AB157C" w:rsidP="005404CB">
            <w:pPr>
              <w:pStyle w:val="SIText"/>
            </w:pPr>
            <w:hyperlink r:id="rId12" w:history="1">
              <w:r w:rsidR="007D5B10" w:rsidRPr="007D5B10">
                <w:t>https://vetnet.gov.au/Pages/TrainingDocs.aspx?q=5e2e56b7-698f-4822-84bb-25adbb8443a7</w:t>
              </w:r>
            </w:hyperlink>
          </w:p>
        </w:tc>
      </w:tr>
    </w:tbl>
    <w:p w14:paraId="6A489CB4" w14:textId="77777777" w:rsidR="00F1480E" w:rsidRDefault="00F1480E" w:rsidP="005F771F">
      <w:pPr>
        <w:pStyle w:val="SIText"/>
      </w:pPr>
    </w:p>
    <w:sectPr w:rsidR="00F1480E" w:rsidSect="00AE32CB">
      <w:headerReference w:type="default" r:id="rId13"/>
      <w:footerReference w:type="default" r:id="rId14"/>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FB10D6" w14:textId="77777777" w:rsidR="00AF6E73" w:rsidRDefault="00AF6E73" w:rsidP="00BF3F0A">
      <w:r>
        <w:separator/>
      </w:r>
    </w:p>
    <w:p w14:paraId="4EC1A301" w14:textId="77777777" w:rsidR="00AF6E73" w:rsidRDefault="00AF6E73"/>
  </w:endnote>
  <w:endnote w:type="continuationSeparator" w:id="0">
    <w:p w14:paraId="466129B9" w14:textId="77777777" w:rsidR="00AF6E73" w:rsidRDefault="00AF6E73" w:rsidP="00BF3F0A">
      <w:r>
        <w:continuationSeparator/>
      </w:r>
    </w:p>
    <w:p w14:paraId="188A8B15" w14:textId="77777777" w:rsidR="00AF6E73" w:rsidRDefault="00AF6E7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28721817"/>
      <w:docPartObj>
        <w:docPartGallery w:val="Page Numbers (Bottom of Page)"/>
        <w:docPartUnique/>
      </w:docPartObj>
    </w:sdtPr>
    <w:sdtEndPr/>
    <w:sdtContent>
      <w:p w14:paraId="32F7B90E"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rsidR="00AA5D02">
          <w:t xml:space="preserve"> </w:t>
        </w:r>
        <w:r>
          <w:tab/>
        </w:r>
        <w:r w:rsidR="00695C89">
          <w:tab/>
        </w:r>
        <w:r w:rsidRPr="000754EC">
          <w:fldChar w:fldCharType="begin"/>
        </w:r>
        <w:r>
          <w:instrText xml:space="preserve"> PAGE   \* MERGEFORMAT </w:instrText>
        </w:r>
        <w:r w:rsidRPr="000754EC">
          <w:fldChar w:fldCharType="separate"/>
        </w:r>
        <w:r w:rsidR="001E0849" w:rsidRPr="005404CB">
          <w:t>1</w:t>
        </w:r>
        <w:r w:rsidRPr="000754EC">
          <w:fldChar w:fldCharType="end"/>
        </w:r>
      </w:p>
      <w:p w14:paraId="6483138B" w14:textId="77777777" w:rsidR="00D810DE" w:rsidRDefault="000E25E6" w:rsidP="005F771F">
        <w:pPr>
          <w:pStyle w:val="SIText"/>
        </w:pPr>
        <w:r w:rsidRPr="000754EC">
          <w:t xml:space="preserve">Template modified on </w:t>
        </w:r>
        <w:r w:rsidR="00AA5D02">
          <w:t>14 October</w:t>
        </w:r>
        <w:r w:rsidR="00EC0C3E">
          <w:t xml:space="preserve"> 20</w:t>
        </w:r>
        <w:r w:rsidR="00F30C7D">
          <w:t>20</w:t>
        </w:r>
      </w:p>
    </w:sdtContent>
  </w:sdt>
  <w:p w14:paraId="1391A3F3"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5C589E" w14:textId="77777777" w:rsidR="00AF6E73" w:rsidRDefault="00AF6E73" w:rsidP="00BF3F0A">
      <w:r>
        <w:separator/>
      </w:r>
    </w:p>
    <w:p w14:paraId="66C0AB4B" w14:textId="77777777" w:rsidR="00AF6E73" w:rsidRDefault="00AF6E73"/>
  </w:footnote>
  <w:footnote w:type="continuationSeparator" w:id="0">
    <w:p w14:paraId="0A29945A" w14:textId="77777777" w:rsidR="00AF6E73" w:rsidRDefault="00AF6E73" w:rsidP="00BF3F0A">
      <w:r>
        <w:continuationSeparator/>
      </w:r>
    </w:p>
    <w:p w14:paraId="782D00E8" w14:textId="77777777" w:rsidR="00AF6E73" w:rsidRDefault="00AF6E7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EF88A8" w14:textId="54A41346" w:rsidR="009C2650" w:rsidRPr="007D5B10" w:rsidRDefault="00AB157C" w:rsidP="007D5B10">
    <w:sdt>
      <w:sdtPr>
        <w:rPr>
          <w:lang w:eastAsia="en-US"/>
        </w:rPr>
        <w:id w:val="-715430930"/>
        <w:docPartObj>
          <w:docPartGallery w:val="Watermarks"/>
          <w:docPartUnique/>
        </w:docPartObj>
      </w:sdtPr>
      <w:sdtEndPr/>
      <w:sdtContent>
        <w:r>
          <w:rPr>
            <w:lang w:eastAsia="en-US"/>
          </w:rPr>
          <w:pict w14:anchorId="294CFB8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1025"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7D5B10" w:rsidRPr="007D5B10">
      <w:rPr>
        <w:lang w:eastAsia="en-US"/>
      </w:rPr>
      <w:t>AMPMGT8</w:t>
    </w:r>
    <w:r w:rsidR="0089117E">
      <w:t>X</w:t>
    </w:r>
    <w:r w:rsidR="00B47B6D">
      <w:t>11</w:t>
    </w:r>
    <w:r w:rsidR="007D5B10" w:rsidRPr="007D5B10">
      <w:rPr>
        <w:lang w:eastAsia="en-US"/>
      </w:rPr>
      <w:t xml:space="preserve"> Develop and manage international business operations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0A3962E4"/>
    <w:multiLevelType w:val="multilevel"/>
    <w:tmpl w:val="3B3CE1E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0617BD0"/>
    <w:multiLevelType w:val="multilevel"/>
    <w:tmpl w:val="44AC0D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9"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15:restartNumberingAfterBreak="0">
    <w:nsid w:val="329F4789"/>
    <w:multiLevelType w:val="multilevel"/>
    <w:tmpl w:val="51269EE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43FF40D0"/>
    <w:multiLevelType w:val="multilevel"/>
    <w:tmpl w:val="4664FCD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5"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0" w15:restartNumberingAfterBreak="0">
    <w:nsid w:val="7D574E66"/>
    <w:multiLevelType w:val="multilevel"/>
    <w:tmpl w:val="A8F2BDE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779639332">
    <w:abstractNumId w:val="10"/>
  </w:num>
  <w:num w:numId="2" w16cid:durableId="1129974895">
    <w:abstractNumId w:val="8"/>
  </w:num>
  <w:num w:numId="3" w16cid:durableId="1138304679">
    <w:abstractNumId w:val="3"/>
  </w:num>
  <w:num w:numId="4" w16cid:durableId="2003702477">
    <w:abstractNumId w:val="17"/>
  </w:num>
  <w:num w:numId="5" w16cid:durableId="1767965527">
    <w:abstractNumId w:val="1"/>
  </w:num>
  <w:num w:numId="6" w16cid:durableId="1031609699">
    <w:abstractNumId w:val="9"/>
  </w:num>
  <w:num w:numId="7" w16cid:durableId="586235999">
    <w:abstractNumId w:val="2"/>
  </w:num>
  <w:num w:numId="8" w16cid:durableId="403796313">
    <w:abstractNumId w:val="0"/>
  </w:num>
  <w:num w:numId="9" w16cid:durableId="1246450473">
    <w:abstractNumId w:val="16"/>
  </w:num>
  <w:num w:numId="10" w16cid:durableId="1560631042">
    <w:abstractNumId w:val="12"/>
  </w:num>
  <w:num w:numId="11" w16cid:durableId="142890975">
    <w:abstractNumId w:val="15"/>
  </w:num>
  <w:num w:numId="12" w16cid:durableId="432896805">
    <w:abstractNumId w:val="14"/>
  </w:num>
  <w:num w:numId="13" w16cid:durableId="470172542">
    <w:abstractNumId w:val="18"/>
  </w:num>
  <w:num w:numId="14" w16cid:durableId="807361511">
    <w:abstractNumId w:val="6"/>
  </w:num>
  <w:num w:numId="15" w16cid:durableId="768503552">
    <w:abstractNumId w:val="7"/>
  </w:num>
  <w:num w:numId="16" w16cid:durableId="1767268645">
    <w:abstractNumId w:val="19"/>
  </w:num>
  <w:num w:numId="17" w16cid:durableId="1542203399">
    <w:abstractNumId w:val="4"/>
  </w:num>
  <w:num w:numId="18" w16cid:durableId="1839343121">
    <w:abstractNumId w:val="20"/>
  </w:num>
  <w:num w:numId="19" w16cid:durableId="1406493621">
    <w:abstractNumId w:val="5"/>
  </w:num>
  <w:num w:numId="20" w16cid:durableId="783232305">
    <w:abstractNumId w:val="11"/>
  </w:num>
  <w:num w:numId="21" w16cid:durableId="140216834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PjQuk0OqJRKeOIi/xNpYoUggYWXGPPA0tVrg9Qpt6hB4SxoW/3NgpTWB1fmsUnZQ3coYivXMOI9Sexiln+DjSg==" w:salt="o0qWqIQ1Rz1KoKhcoBWAaA=="/>
  <w:styleLockTheme/>
  <w:styleLockQFSet/>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194B"/>
    <w:rsid w:val="000014B9"/>
    <w:rsid w:val="00005A15"/>
    <w:rsid w:val="0001108F"/>
    <w:rsid w:val="000115E2"/>
    <w:rsid w:val="000126D0"/>
    <w:rsid w:val="0001296A"/>
    <w:rsid w:val="00016803"/>
    <w:rsid w:val="00023992"/>
    <w:rsid w:val="000275AE"/>
    <w:rsid w:val="00041E59"/>
    <w:rsid w:val="00064BFE"/>
    <w:rsid w:val="0007012A"/>
    <w:rsid w:val="00070B3E"/>
    <w:rsid w:val="00071F95"/>
    <w:rsid w:val="000737BB"/>
    <w:rsid w:val="00074E47"/>
    <w:rsid w:val="000754EC"/>
    <w:rsid w:val="0009093B"/>
    <w:rsid w:val="000A5441"/>
    <w:rsid w:val="000B2022"/>
    <w:rsid w:val="000C149A"/>
    <w:rsid w:val="000C224E"/>
    <w:rsid w:val="000E25E6"/>
    <w:rsid w:val="000E2C86"/>
    <w:rsid w:val="000F29F2"/>
    <w:rsid w:val="00101659"/>
    <w:rsid w:val="00105AEA"/>
    <w:rsid w:val="001078BF"/>
    <w:rsid w:val="00111ED0"/>
    <w:rsid w:val="00133957"/>
    <w:rsid w:val="001372F6"/>
    <w:rsid w:val="00144385"/>
    <w:rsid w:val="00146EEC"/>
    <w:rsid w:val="00151D55"/>
    <w:rsid w:val="00151D93"/>
    <w:rsid w:val="00156EF3"/>
    <w:rsid w:val="00176E4F"/>
    <w:rsid w:val="0018546B"/>
    <w:rsid w:val="001A6A3E"/>
    <w:rsid w:val="001A7B6D"/>
    <w:rsid w:val="001B34D5"/>
    <w:rsid w:val="001B513A"/>
    <w:rsid w:val="001C0A75"/>
    <w:rsid w:val="001C1306"/>
    <w:rsid w:val="001D30EB"/>
    <w:rsid w:val="001D5C1B"/>
    <w:rsid w:val="001D7F5B"/>
    <w:rsid w:val="001E0849"/>
    <w:rsid w:val="001E16BC"/>
    <w:rsid w:val="001E16DF"/>
    <w:rsid w:val="001F2BA5"/>
    <w:rsid w:val="001F2E24"/>
    <w:rsid w:val="001F308D"/>
    <w:rsid w:val="00201A7C"/>
    <w:rsid w:val="0021210E"/>
    <w:rsid w:val="0021414D"/>
    <w:rsid w:val="00223124"/>
    <w:rsid w:val="00233143"/>
    <w:rsid w:val="00234444"/>
    <w:rsid w:val="00242293"/>
    <w:rsid w:val="00244EA7"/>
    <w:rsid w:val="00262FC3"/>
    <w:rsid w:val="0026394F"/>
    <w:rsid w:val="00267AF6"/>
    <w:rsid w:val="00276DB8"/>
    <w:rsid w:val="00282664"/>
    <w:rsid w:val="00285FB8"/>
    <w:rsid w:val="002970C3"/>
    <w:rsid w:val="002A4CD3"/>
    <w:rsid w:val="002A6CC4"/>
    <w:rsid w:val="002C55E9"/>
    <w:rsid w:val="002D0C8B"/>
    <w:rsid w:val="002D330A"/>
    <w:rsid w:val="002E170C"/>
    <w:rsid w:val="002E193E"/>
    <w:rsid w:val="00305EFF"/>
    <w:rsid w:val="00310A6A"/>
    <w:rsid w:val="00313495"/>
    <w:rsid w:val="003144E6"/>
    <w:rsid w:val="00337E82"/>
    <w:rsid w:val="00346FDC"/>
    <w:rsid w:val="00350BB1"/>
    <w:rsid w:val="00352C83"/>
    <w:rsid w:val="00366805"/>
    <w:rsid w:val="0037067D"/>
    <w:rsid w:val="00373436"/>
    <w:rsid w:val="0038735B"/>
    <w:rsid w:val="003916D1"/>
    <w:rsid w:val="00394C90"/>
    <w:rsid w:val="003A21F0"/>
    <w:rsid w:val="003A277F"/>
    <w:rsid w:val="003A58BA"/>
    <w:rsid w:val="003A5AE7"/>
    <w:rsid w:val="003A7221"/>
    <w:rsid w:val="003B1E9E"/>
    <w:rsid w:val="003B3493"/>
    <w:rsid w:val="003C13AE"/>
    <w:rsid w:val="003C7152"/>
    <w:rsid w:val="003D2E73"/>
    <w:rsid w:val="003E72B6"/>
    <w:rsid w:val="003E7BBE"/>
    <w:rsid w:val="004127E3"/>
    <w:rsid w:val="0043212E"/>
    <w:rsid w:val="00434366"/>
    <w:rsid w:val="00434ECE"/>
    <w:rsid w:val="0043639E"/>
    <w:rsid w:val="00444423"/>
    <w:rsid w:val="00452F3E"/>
    <w:rsid w:val="0046239A"/>
    <w:rsid w:val="004640AE"/>
    <w:rsid w:val="00466F18"/>
    <w:rsid w:val="004679E3"/>
    <w:rsid w:val="00475172"/>
    <w:rsid w:val="004758B0"/>
    <w:rsid w:val="0048067C"/>
    <w:rsid w:val="004832D2"/>
    <w:rsid w:val="00485559"/>
    <w:rsid w:val="004A142B"/>
    <w:rsid w:val="004A3860"/>
    <w:rsid w:val="004A44E8"/>
    <w:rsid w:val="004A581D"/>
    <w:rsid w:val="004A7706"/>
    <w:rsid w:val="004A77E3"/>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1194B"/>
    <w:rsid w:val="005145AB"/>
    <w:rsid w:val="00520E9A"/>
    <w:rsid w:val="005248C1"/>
    <w:rsid w:val="00526134"/>
    <w:rsid w:val="005404CB"/>
    <w:rsid w:val="005405B2"/>
    <w:rsid w:val="005427C8"/>
    <w:rsid w:val="005446D1"/>
    <w:rsid w:val="00556C4C"/>
    <w:rsid w:val="00557369"/>
    <w:rsid w:val="00557D22"/>
    <w:rsid w:val="00564ADD"/>
    <w:rsid w:val="005708EB"/>
    <w:rsid w:val="00575BC6"/>
    <w:rsid w:val="00583902"/>
    <w:rsid w:val="005A1D70"/>
    <w:rsid w:val="005A3AA5"/>
    <w:rsid w:val="005A6C9C"/>
    <w:rsid w:val="005A74DC"/>
    <w:rsid w:val="005B5146"/>
    <w:rsid w:val="005D1AFD"/>
    <w:rsid w:val="005E51E6"/>
    <w:rsid w:val="005F027A"/>
    <w:rsid w:val="005F33CC"/>
    <w:rsid w:val="005F3B1D"/>
    <w:rsid w:val="005F771F"/>
    <w:rsid w:val="006121D4"/>
    <w:rsid w:val="00613B49"/>
    <w:rsid w:val="00616845"/>
    <w:rsid w:val="00620E8E"/>
    <w:rsid w:val="00633CFE"/>
    <w:rsid w:val="00634FCA"/>
    <w:rsid w:val="00636932"/>
    <w:rsid w:val="00643D1B"/>
    <w:rsid w:val="006452B8"/>
    <w:rsid w:val="00652E62"/>
    <w:rsid w:val="00686A49"/>
    <w:rsid w:val="006871B7"/>
    <w:rsid w:val="00687B62"/>
    <w:rsid w:val="00690C44"/>
    <w:rsid w:val="00695C89"/>
    <w:rsid w:val="006969D9"/>
    <w:rsid w:val="006A2B68"/>
    <w:rsid w:val="006B0C71"/>
    <w:rsid w:val="006C2F32"/>
    <w:rsid w:val="006D1AF9"/>
    <w:rsid w:val="006D38C3"/>
    <w:rsid w:val="006D4448"/>
    <w:rsid w:val="006D6DFD"/>
    <w:rsid w:val="006E2C4D"/>
    <w:rsid w:val="006E42FE"/>
    <w:rsid w:val="006F0D02"/>
    <w:rsid w:val="006F10FE"/>
    <w:rsid w:val="006F2A37"/>
    <w:rsid w:val="006F3622"/>
    <w:rsid w:val="00700CFF"/>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1DBE"/>
    <w:rsid w:val="0076523B"/>
    <w:rsid w:val="00771B60"/>
    <w:rsid w:val="00781D77"/>
    <w:rsid w:val="00783549"/>
    <w:rsid w:val="007860B7"/>
    <w:rsid w:val="00786DC8"/>
    <w:rsid w:val="007A300D"/>
    <w:rsid w:val="007D5A78"/>
    <w:rsid w:val="007D5B10"/>
    <w:rsid w:val="007E3BD1"/>
    <w:rsid w:val="007F1563"/>
    <w:rsid w:val="007F1EB2"/>
    <w:rsid w:val="007F44DB"/>
    <w:rsid w:val="007F5A8B"/>
    <w:rsid w:val="00817D51"/>
    <w:rsid w:val="00823530"/>
    <w:rsid w:val="00823FF4"/>
    <w:rsid w:val="00830267"/>
    <w:rsid w:val="008306E7"/>
    <w:rsid w:val="008322BE"/>
    <w:rsid w:val="00834BC8"/>
    <w:rsid w:val="00837FD6"/>
    <w:rsid w:val="00847B60"/>
    <w:rsid w:val="00850243"/>
    <w:rsid w:val="00851BE5"/>
    <w:rsid w:val="008545EB"/>
    <w:rsid w:val="00865011"/>
    <w:rsid w:val="00886790"/>
    <w:rsid w:val="008908DE"/>
    <w:rsid w:val="0089117E"/>
    <w:rsid w:val="008A12ED"/>
    <w:rsid w:val="008A39D3"/>
    <w:rsid w:val="008B2C77"/>
    <w:rsid w:val="008B4AD2"/>
    <w:rsid w:val="008B663E"/>
    <w:rsid w:val="008B7138"/>
    <w:rsid w:val="008E260C"/>
    <w:rsid w:val="008E39BE"/>
    <w:rsid w:val="008E62EC"/>
    <w:rsid w:val="008E6E64"/>
    <w:rsid w:val="008F32F6"/>
    <w:rsid w:val="009018DE"/>
    <w:rsid w:val="00916CD7"/>
    <w:rsid w:val="00920927"/>
    <w:rsid w:val="00921B38"/>
    <w:rsid w:val="00923720"/>
    <w:rsid w:val="009278C9"/>
    <w:rsid w:val="00932CD7"/>
    <w:rsid w:val="00935955"/>
    <w:rsid w:val="00944C09"/>
    <w:rsid w:val="009527CB"/>
    <w:rsid w:val="00953835"/>
    <w:rsid w:val="00960F6C"/>
    <w:rsid w:val="00970747"/>
    <w:rsid w:val="00994CD0"/>
    <w:rsid w:val="00997BFC"/>
    <w:rsid w:val="009A5900"/>
    <w:rsid w:val="009A6E6C"/>
    <w:rsid w:val="009A6F3F"/>
    <w:rsid w:val="009B331A"/>
    <w:rsid w:val="009C2650"/>
    <w:rsid w:val="009D15E2"/>
    <w:rsid w:val="009D15FE"/>
    <w:rsid w:val="009D5D2C"/>
    <w:rsid w:val="009F0DCC"/>
    <w:rsid w:val="009F11CA"/>
    <w:rsid w:val="00A0695B"/>
    <w:rsid w:val="00A13052"/>
    <w:rsid w:val="00A216A8"/>
    <w:rsid w:val="00A223A6"/>
    <w:rsid w:val="00A3639E"/>
    <w:rsid w:val="00A5092E"/>
    <w:rsid w:val="00A554D6"/>
    <w:rsid w:val="00A56E14"/>
    <w:rsid w:val="00A6476B"/>
    <w:rsid w:val="00A76C6C"/>
    <w:rsid w:val="00A87356"/>
    <w:rsid w:val="00A92DD1"/>
    <w:rsid w:val="00AA5338"/>
    <w:rsid w:val="00AA5D02"/>
    <w:rsid w:val="00AB157C"/>
    <w:rsid w:val="00AB1B8E"/>
    <w:rsid w:val="00AB3EC1"/>
    <w:rsid w:val="00AB46DE"/>
    <w:rsid w:val="00AC0696"/>
    <w:rsid w:val="00AC4C98"/>
    <w:rsid w:val="00AC5F6B"/>
    <w:rsid w:val="00AD3896"/>
    <w:rsid w:val="00AD5B47"/>
    <w:rsid w:val="00AE1ED9"/>
    <w:rsid w:val="00AE32CB"/>
    <w:rsid w:val="00AF3957"/>
    <w:rsid w:val="00AF6E73"/>
    <w:rsid w:val="00B0712C"/>
    <w:rsid w:val="00B12013"/>
    <w:rsid w:val="00B22C67"/>
    <w:rsid w:val="00B3508F"/>
    <w:rsid w:val="00B443EE"/>
    <w:rsid w:val="00B47B6D"/>
    <w:rsid w:val="00B560C8"/>
    <w:rsid w:val="00B61150"/>
    <w:rsid w:val="00B65BC7"/>
    <w:rsid w:val="00B746B9"/>
    <w:rsid w:val="00B76A26"/>
    <w:rsid w:val="00B848D4"/>
    <w:rsid w:val="00B865B7"/>
    <w:rsid w:val="00B91570"/>
    <w:rsid w:val="00BA1CB1"/>
    <w:rsid w:val="00BA4178"/>
    <w:rsid w:val="00BA482D"/>
    <w:rsid w:val="00BB1755"/>
    <w:rsid w:val="00BB23F4"/>
    <w:rsid w:val="00BC5075"/>
    <w:rsid w:val="00BC5419"/>
    <w:rsid w:val="00BD3B0F"/>
    <w:rsid w:val="00BE5889"/>
    <w:rsid w:val="00BF1D4C"/>
    <w:rsid w:val="00BF3F0A"/>
    <w:rsid w:val="00C04238"/>
    <w:rsid w:val="00C143C3"/>
    <w:rsid w:val="00C1739B"/>
    <w:rsid w:val="00C21ADE"/>
    <w:rsid w:val="00C23D97"/>
    <w:rsid w:val="00C26067"/>
    <w:rsid w:val="00C30A29"/>
    <w:rsid w:val="00C317DC"/>
    <w:rsid w:val="00C578E9"/>
    <w:rsid w:val="00C70626"/>
    <w:rsid w:val="00C72860"/>
    <w:rsid w:val="00C72A48"/>
    <w:rsid w:val="00C73582"/>
    <w:rsid w:val="00C73B90"/>
    <w:rsid w:val="00C742EC"/>
    <w:rsid w:val="00C96AF3"/>
    <w:rsid w:val="00C97CCC"/>
    <w:rsid w:val="00CA0274"/>
    <w:rsid w:val="00CA139A"/>
    <w:rsid w:val="00CB746F"/>
    <w:rsid w:val="00CC451E"/>
    <w:rsid w:val="00CD4E9D"/>
    <w:rsid w:val="00CD4F4D"/>
    <w:rsid w:val="00CE7D19"/>
    <w:rsid w:val="00CF0CF5"/>
    <w:rsid w:val="00CF1D0E"/>
    <w:rsid w:val="00CF2B3E"/>
    <w:rsid w:val="00D0201F"/>
    <w:rsid w:val="00D03685"/>
    <w:rsid w:val="00D07D4E"/>
    <w:rsid w:val="00D115AA"/>
    <w:rsid w:val="00D145BE"/>
    <w:rsid w:val="00D2035A"/>
    <w:rsid w:val="00D20C57"/>
    <w:rsid w:val="00D25D16"/>
    <w:rsid w:val="00D32124"/>
    <w:rsid w:val="00D54C76"/>
    <w:rsid w:val="00D632BB"/>
    <w:rsid w:val="00D71E43"/>
    <w:rsid w:val="00D727F3"/>
    <w:rsid w:val="00D73695"/>
    <w:rsid w:val="00D810DE"/>
    <w:rsid w:val="00D87D32"/>
    <w:rsid w:val="00D91188"/>
    <w:rsid w:val="00D92C83"/>
    <w:rsid w:val="00DA0A81"/>
    <w:rsid w:val="00DA3C10"/>
    <w:rsid w:val="00DA53B5"/>
    <w:rsid w:val="00DC1D69"/>
    <w:rsid w:val="00DC5A3A"/>
    <w:rsid w:val="00DD0726"/>
    <w:rsid w:val="00E238E6"/>
    <w:rsid w:val="00E34CD8"/>
    <w:rsid w:val="00E35064"/>
    <w:rsid w:val="00E3681D"/>
    <w:rsid w:val="00E40225"/>
    <w:rsid w:val="00E501F0"/>
    <w:rsid w:val="00E6103F"/>
    <w:rsid w:val="00E6166D"/>
    <w:rsid w:val="00E91BFF"/>
    <w:rsid w:val="00E92933"/>
    <w:rsid w:val="00E94FAD"/>
    <w:rsid w:val="00EA04B1"/>
    <w:rsid w:val="00EB0AA4"/>
    <w:rsid w:val="00EB5C88"/>
    <w:rsid w:val="00EC0469"/>
    <w:rsid w:val="00EC0C3E"/>
    <w:rsid w:val="00EF01F8"/>
    <w:rsid w:val="00EF3268"/>
    <w:rsid w:val="00EF40EF"/>
    <w:rsid w:val="00EF47FE"/>
    <w:rsid w:val="00F069BD"/>
    <w:rsid w:val="00F1480E"/>
    <w:rsid w:val="00F1497D"/>
    <w:rsid w:val="00F16AAC"/>
    <w:rsid w:val="00F30C7D"/>
    <w:rsid w:val="00F33FF2"/>
    <w:rsid w:val="00F438FC"/>
    <w:rsid w:val="00F5616F"/>
    <w:rsid w:val="00F56451"/>
    <w:rsid w:val="00F56827"/>
    <w:rsid w:val="00F62866"/>
    <w:rsid w:val="00F65EF0"/>
    <w:rsid w:val="00F71651"/>
    <w:rsid w:val="00F76191"/>
    <w:rsid w:val="00F76CC6"/>
    <w:rsid w:val="00F83D7C"/>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E7E1087"/>
  <w15:docId w15:val="{076B9109-911F-43C4-B8C2-F002262C37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red">
    <w:name w:val="SI Temporary Text - red"/>
    <w:basedOn w:val="DefaultParagraphFont"/>
    <w:uiPriority w:val="1"/>
    <w:qFormat/>
    <w:rsid w:val="005F771F"/>
    <w:rPr>
      <w:rFonts w:ascii="Arial" w:hAnsi="Arial"/>
      <w:color w:val="FF0000"/>
      <w:sz w:val="22"/>
    </w:rPr>
  </w:style>
  <w:style w:type="character" w:customStyle="1" w:styleId="SITemporaryText-green">
    <w:name w:val="SI Temporary Text - green"/>
    <w:basedOn w:val="SITemporaryText-red"/>
    <w:uiPriority w:val="1"/>
    <w:qFormat/>
    <w:rsid w:val="00AB46DE"/>
    <w:rPr>
      <w:rFonts w:ascii="Arial" w:hAnsi="Arial"/>
      <w:color w:val="00B050"/>
      <w:sz w:val="22"/>
    </w:rPr>
  </w:style>
  <w:style w:type="character" w:customStyle="1" w:styleId="SITemporaryText-blue">
    <w:name w:val="SI Temporary Text - blue"/>
    <w:basedOn w:val="SITemporaryText-green"/>
    <w:uiPriority w:val="1"/>
    <w:qFormat/>
    <w:rsid w:val="00AB46DE"/>
    <w:rPr>
      <w:rFonts w:ascii="Arial" w:hAnsi="Arial"/>
      <w:color w:val="00B0F0"/>
      <w:sz w:val="22"/>
    </w:rPr>
  </w:style>
  <w:style w:type="character" w:customStyle="1" w:styleId="SIStrikethroughtext">
    <w:name w:val="SI Strikethrough text"/>
    <w:basedOn w:val="SITemporaryText-red"/>
    <w:uiPriority w:val="1"/>
    <w:qFormat/>
    <w:rsid w:val="00AB46DE"/>
    <w:rPr>
      <w:rFonts w:ascii="Arial" w:hAnsi="Arial"/>
      <w:caps w:val="0"/>
      <w:smallCaps w:val="0"/>
      <w:strike/>
      <w:dstrike w:val="0"/>
      <w:vanish w:val="0"/>
      <w:color w:val="FF0000"/>
      <w:sz w:val="20"/>
      <w:vertAlign w:val="baseline"/>
    </w:rPr>
  </w:style>
  <w:style w:type="character" w:styleId="UnresolvedMention">
    <w:name w:val="Unresolved Mention"/>
    <w:basedOn w:val="DefaultParagraphFont"/>
    <w:uiPriority w:val="99"/>
    <w:semiHidden/>
    <w:unhideWhenUsed/>
    <w:locked/>
    <w:rsid w:val="007D5B1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746715">
      <w:bodyDiv w:val="1"/>
      <w:marLeft w:val="0"/>
      <w:marRight w:val="0"/>
      <w:marTop w:val="0"/>
      <w:marBottom w:val="0"/>
      <w:divBdr>
        <w:top w:val="none" w:sz="0" w:space="0" w:color="auto"/>
        <w:left w:val="none" w:sz="0" w:space="0" w:color="auto"/>
        <w:bottom w:val="none" w:sz="0" w:space="0" w:color="auto"/>
        <w:right w:val="none" w:sz="0" w:space="0" w:color="auto"/>
      </w:divBdr>
    </w:div>
    <w:div w:id="224142896">
      <w:bodyDiv w:val="1"/>
      <w:marLeft w:val="0"/>
      <w:marRight w:val="0"/>
      <w:marTop w:val="0"/>
      <w:marBottom w:val="0"/>
      <w:divBdr>
        <w:top w:val="none" w:sz="0" w:space="0" w:color="auto"/>
        <w:left w:val="none" w:sz="0" w:space="0" w:color="auto"/>
        <w:bottom w:val="none" w:sz="0" w:space="0" w:color="auto"/>
        <w:right w:val="none" w:sz="0" w:space="0" w:color="auto"/>
      </w:divBdr>
    </w:div>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775826553">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1641570502">
      <w:bodyDiv w:val="1"/>
      <w:marLeft w:val="0"/>
      <w:marRight w:val="0"/>
      <w:marTop w:val="0"/>
      <w:marBottom w:val="0"/>
      <w:divBdr>
        <w:top w:val="none" w:sz="0" w:space="0" w:color="auto"/>
        <w:left w:val="none" w:sz="0" w:space="0" w:color="auto"/>
        <w:bottom w:val="none" w:sz="0" w:space="0" w:color="auto"/>
        <w:right w:val="none" w:sz="0" w:space="0" w:color="auto"/>
      </w:divBdr>
    </w:div>
    <w:div w:id="1673606443">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993227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vetnet.gov.au/Pages/TrainingDocs.aspx?q=5e2e56b7-698f-4822-84bb-25adbb8443a7"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etnet.gov.au/Pages/TrainingDocs.aspx?q=5e2e56b7-698f-4822-84bb-25adbb8443a7"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roo\Downloads\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EDB1063153584D43A697D5466DD95D4C" ma:contentTypeVersion="" ma:contentTypeDescription="Create a new document." ma:contentTypeScope="" ma:versionID="b2ff7f7eb979dd2260bbe5fc54a7092c">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Validation</Project_x0020_phase>
    <Assigned_x0020_to0 xmlns="4d074fc5-4881-4904-900d-cdf408c29254">
      <UserInfo>
        <DisplayName/>
        <AccountId xsi:nil="true"/>
        <AccountType/>
      </UserInfo>
    </Assigned_x0020_to0>
  </documentManagement>
</p:properties>
</file>

<file path=customXml/itemProps1.xml><?xml version="1.0" encoding="utf-8"?>
<ds:datastoreItem xmlns:ds="http://schemas.openxmlformats.org/officeDocument/2006/customXml" ds:itemID="{0C41144D-5A32-4955-B1C8-E11F64C86E56}">
  <ds:schemaRefs>
    <ds:schemaRef ds:uri="http://schemas.openxmlformats.org/officeDocument/2006/bibliography"/>
  </ds:schemaRefs>
</ds:datastoreItem>
</file>

<file path=customXml/itemProps2.xml><?xml version="1.0" encoding="utf-8"?>
<ds:datastoreItem xmlns:ds="http://schemas.openxmlformats.org/officeDocument/2006/customXml" ds:itemID="{C026562B-F411-42A9-91FB-C496B9B8387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4.xml><?xml version="1.0" encoding="utf-8"?>
<ds:datastoreItem xmlns:ds="http://schemas.openxmlformats.org/officeDocument/2006/customXml" ds:itemID="{21B1A418-7300-48D4-9067-F3084374D9B5}">
  <ds:schemaRefs>
    <ds:schemaRef ds:uri="http://schemas.microsoft.com/office/2006/documentManagement/types"/>
    <ds:schemaRef ds:uri="http://purl.org/dc/elements/1.1/"/>
    <ds:schemaRef ds:uri="4d074fc5-4881-4904-900d-cdf408c29254"/>
    <ds:schemaRef ds:uri="http://purl.org/dc/dcmitype/"/>
    <ds:schemaRef ds:uri="http://schemas.openxmlformats.org/package/2006/metadata/core-properties"/>
    <ds:schemaRef ds:uri="http://purl.org/dc/terms/"/>
    <ds:schemaRef ds:uri="http://schemas.microsoft.com/office/infopath/2007/PartnerControls"/>
    <ds:schemaRef ds:uri="http://schemas.microsoft.com/office/2006/metadata/properties"/>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43</TotalTime>
  <Pages>4</Pages>
  <Words>1259</Words>
  <Characters>7179</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8422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Mark Lancaster</dc:creator>
  <cp:lastModifiedBy>Lucinda O'Brien</cp:lastModifiedBy>
  <cp:revision>25</cp:revision>
  <cp:lastPrinted>2016-05-27T05:21:00Z</cp:lastPrinted>
  <dcterms:created xsi:type="dcterms:W3CDTF">2021-08-09T02:15:00Z</dcterms:created>
  <dcterms:modified xsi:type="dcterms:W3CDTF">2022-04-27T06:22:00Z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0x010100EDB1063153584D43A697D5466DD95D4C</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xd_Signature">
    <vt:bool>false</vt:bool>
  </property>
  <property fmtid="{D5CDD505-2E9C-101B-9397-08002B2CF9AE}" pid="19" name="xd_ProgID">
    <vt:lpwstr/>
  </property>
  <property fmtid="{D5CDD505-2E9C-101B-9397-08002B2CF9AE}" pid="20" name="SharedWithUsers">
    <vt:lpwstr>27;#Georgiana Daian</vt:lpwstr>
  </property>
  <property fmtid="{D5CDD505-2E9C-101B-9397-08002B2CF9AE}" pid="21" name="TemplateUrl">
    <vt:lpwstr/>
  </property>
  <property fmtid="{D5CDD505-2E9C-101B-9397-08002B2CF9AE}" pid="22" name="ComplianceAssetId">
    <vt:lpwstr/>
  </property>
  <property fmtid="{D5CDD505-2E9C-101B-9397-08002B2CF9AE}" pid="23" name="Category">
    <vt:lpwstr>2. General Templates</vt:lpwstr>
  </property>
  <property fmtid="{D5CDD505-2E9C-101B-9397-08002B2CF9AE}" pid="24" name="Order">
    <vt:r8>3900</vt:r8>
  </property>
  <property fmtid="{D5CDD505-2E9C-101B-9397-08002B2CF9AE}" pid="25" name="File Category">
    <vt:lpwstr>Templates</vt:lpwstr>
  </property>
  <property fmtid="{D5CDD505-2E9C-101B-9397-08002B2CF9AE}" pid="26" name="AssignedTo">
    <vt:lpwstr/>
  </property>
  <property fmtid="{D5CDD505-2E9C-101B-9397-08002B2CF9AE}" pid="27" name="Project Phase">
    <vt:lpwstr>Development</vt:lpwstr>
  </property>
  <property fmtid="{D5CDD505-2E9C-101B-9397-08002B2CF9AE}" pid="28" name="Meat Group">
    <vt:lpwstr>4 Leadership/Management</vt:lpwstr>
  </property>
</Properties>
</file>